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CE13" w14:textId="059752CC" w:rsidR="00535CD5" w:rsidRDefault="004B6960" w:rsidP="00E80511">
      <w:pPr>
        <w:pStyle w:val="Title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736497">
        <w:rPr>
          <w:rFonts w:ascii="Arial" w:hAnsi="Arial"/>
          <w:sz w:val="20"/>
        </w:rPr>
        <w:tab/>
      </w:r>
      <w:r w:rsidR="00736497">
        <w:rPr>
          <w:rFonts w:ascii="Arial" w:hAnsi="Arial"/>
          <w:sz w:val="20"/>
        </w:rPr>
        <w:tab/>
        <w:t>ANNEXURE G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14:paraId="51239D92" w14:textId="77777777" w:rsidR="00535CD5" w:rsidRDefault="00535CD5" w:rsidP="00E80511">
      <w:pPr>
        <w:pStyle w:val="Title"/>
        <w:rPr>
          <w:rFonts w:ascii="Arial" w:hAnsi="Arial"/>
          <w:sz w:val="20"/>
        </w:rPr>
      </w:pPr>
    </w:p>
    <w:p w14:paraId="5E60CED1" w14:textId="5D8C7CBB" w:rsidR="00FF78E9" w:rsidRPr="00CD49FE" w:rsidRDefault="001D4983" w:rsidP="00E80511">
      <w:pPr>
        <w:pStyle w:val="Title"/>
        <w:rPr>
          <w:rFonts w:ascii="Arial" w:hAnsi="Arial"/>
          <w:sz w:val="20"/>
        </w:rPr>
      </w:pPr>
      <w:r w:rsidRPr="00CD49FE">
        <w:rPr>
          <w:rFonts w:ascii="Arial" w:hAnsi="Arial"/>
          <w:sz w:val="20"/>
        </w:rPr>
        <w:t>PERFORMANCE MANAGEMENT</w:t>
      </w:r>
      <w:r w:rsidR="00E80511" w:rsidRPr="00CD49FE">
        <w:rPr>
          <w:rFonts w:ascii="Arial" w:hAnsi="Arial"/>
          <w:sz w:val="20"/>
        </w:rPr>
        <w:t>:</w:t>
      </w:r>
      <w:r w:rsidRPr="00CD49FE">
        <w:rPr>
          <w:rFonts w:ascii="Arial" w:hAnsi="Arial"/>
          <w:sz w:val="20"/>
        </w:rPr>
        <w:t xml:space="preserve"> </w:t>
      </w:r>
      <w:r w:rsidR="00FF0D6B" w:rsidRPr="00CD49FE">
        <w:rPr>
          <w:rFonts w:ascii="Arial" w:hAnsi="Arial"/>
          <w:sz w:val="20"/>
        </w:rPr>
        <w:t xml:space="preserve">COMPULSORY </w:t>
      </w:r>
      <w:r w:rsidR="00BF2A6B">
        <w:rPr>
          <w:rFonts w:ascii="Arial" w:hAnsi="Arial"/>
          <w:sz w:val="20"/>
        </w:rPr>
        <w:t xml:space="preserve">REPORTING TEMPLATE </w:t>
      </w:r>
      <w:r w:rsidR="00442706">
        <w:rPr>
          <w:rFonts w:ascii="Arial" w:hAnsi="Arial"/>
          <w:sz w:val="20"/>
        </w:rPr>
        <w:t>(</w:t>
      </w:r>
      <w:r w:rsidR="007B0D9B">
        <w:rPr>
          <w:rFonts w:ascii="Arial" w:hAnsi="Arial"/>
          <w:sz w:val="20"/>
        </w:rPr>
        <w:t>SMS</w:t>
      </w:r>
      <w:r w:rsidR="00442706">
        <w:rPr>
          <w:rFonts w:ascii="Arial" w:hAnsi="Arial"/>
          <w:sz w:val="20"/>
        </w:rPr>
        <w:t>)</w:t>
      </w:r>
    </w:p>
    <w:p w14:paraId="42EB0D87" w14:textId="77777777" w:rsidR="00795E8E" w:rsidRDefault="00795E8E">
      <w:pPr>
        <w:pStyle w:val="Subtitle"/>
        <w:rPr>
          <w:rFonts w:ascii="Arial" w:hAnsi="Arial"/>
          <w:sz w:val="22"/>
          <w:szCs w:val="22"/>
        </w:rPr>
      </w:pPr>
    </w:p>
    <w:tbl>
      <w:tblPr>
        <w:tblpPr w:leftFromText="180" w:rightFromText="180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3744"/>
      </w:tblGrid>
      <w:tr w:rsidR="00CD5E9F" w:rsidRPr="00442706" w14:paraId="687E9443" w14:textId="77777777" w:rsidTr="00C50EBD">
        <w:trPr>
          <w:trHeight w:val="194"/>
        </w:trPr>
        <w:tc>
          <w:tcPr>
            <w:tcW w:w="2675" w:type="dxa"/>
            <w:shd w:val="clear" w:color="auto" w:fill="D9D9D9"/>
          </w:tcPr>
          <w:p w14:paraId="4E72D992" w14:textId="77777777" w:rsidR="00CD5E9F" w:rsidRPr="00442706" w:rsidRDefault="00442706" w:rsidP="00C50EBD">
            <w:pPr>
              <w:pStyle w:val="Subtitle"/>
              <w:spacing w:before="120"/>
              <w:rPr>
                <w:rFonts w:ascii="Arial" w:hAnsi="Arial"/>
              </w:rPr>
            </w:pPr>
            <w:r w:rsidRPr="00442706">
              <w:rPr>
                <w:rFonts w:ascii="Arial" w:hAnsi="Arial"/>
              </w:rPr>
              <w:t>PERFORMANCE PERIOD:</w:t>
            </w:r>
          </w:p>
        </w:tc>
        <w:tc>
          <w:tcPr>
            <w:tcW w:w="3744" w:type="dxa"/>
          </w:tcPr>
          <w:p w14:paraId="2711949A" w14:textId="714238B2" w:rsidR="00CD5E9F" w:rsidRPr="00442706" w:rsidRDefault="00442706" w:rsidP="00A57CD2">
            <w:pPr>
              <w:pStyle w:val="Subtitle"/>
              <w:spacing w:before="120"/>
              <w:rPr>
                <w:rFonts w:ascii="Arial" w:hAnsi="Arial"/>
              </w:rPr>
            </w:pPr>
            <w:r w:rsidRPr="00442706">
              <w:rPr>
                <w:rFonts w:ascii="Arial" w:hAnsi="Arial"/>
              </w:rPr>
              <w:t>01 APRIL 20</w:t>
            </w:r>
            <w:r w:rsidR="00A57CD2">
              <w:rPr>
                <w:rFonts w:ascii="Arial" w:hAnsi="Arial"/>
              </w:rPr>
              <w:t>2</w:t>
            </w:r>
            <w:r w:rsidR="004B6960">
              <w:rPr>
                <w:rFonts w:ascii="Arial" w:hAnsi="Arial"/>
              </w:rPr>
              <w:t>2</w:t>
            </w:r>
            <w:r w:rsidRPr="00442706">
              <w:rPr>
                <w:rFonts w:ascii="Arial" w:hAnsi="Arial"/>
              </w:rPr>
              <w:t xml:space="preserve"> – 31 MARCH 20</w:t>
            </w:r>
            <w:r w:rsidR="00A57CD2">
              <w:rPr>
                <w:rFonts w:ascii="Arial" w:hAnsi="Arial"/>
              </w:rPr>
              <w:t>2</w:t>
            </w:r>
            <w:r w:rsidR="004B6960">
              <w:rPr>
                <w:rFonts w:ascii="Arial" w:hAnsi="Arial"/>
              </w:rPr>
              <w:t>3</w:t>
            </w:r>
          </w:p>
        </w:tc>
      </w:tr>
    </w:tbl>
    <w:p w14:paraId="5B0AB0A5" w14:textId="77777777" w:rsidR="00CD5E9F" w:rsidRPr="00442706" w:rsidRDefault="00CD5E9F" w:rsidP="00CD49FE">
      <w:pPr>
        <w:pStyle w:val="Subtitle"/>
        <w:jc w:val="left"/>
        <w:rPr>
          <w:rFonts w:ascii="Arial" w:hAnsi="Arial"/>
        </w:rPr>
      </w:pPr>
    </w:p>
    <w:tbl>
      <w:tblPr>
        <w:tblW w:w="13922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8"/>
        <w:gridCol w:w="2820"/>
        <w:gridCol w:w="695"/>
        <w:gridCol w:w="1487"/>
        <w:gridCol w:w="1622"/>
        <w:gridCol w:w="1758"/>
        <w:gridCol w:w="1362"/>
      </w:tblGrid>
      <w:tr w:rsidR="002D0B81" w:rsidRPr="00AF686C" w14:paraId="32A17FA4" w14:textId="77777777" w:rsidTr="00DC739D">
        <w:trPr>
          <w:trHeight w:val="341"/>
        </w:trPr>
        <w:tc>
          <w:tcPr>
            <w:tcW w:w="4178" w:type="dxa"/>
            <w:shd w:val="clear" w:color="auto" w:fill="BFBFBF"/>
          </w:tcPr>
          <w:p w14:paraId="44278FC5" w14:textId="77777777" w:rsidR="00CD5E9F" w:rsidRPr="00AF686C" w:rsidRDefault="00442706" w:rsidP="00483481">
            <w:pPr>
              <w:pStyle w:val="Subtitle"/>
              <w:spacing w:before="120"/>
              <w:jc w:val="both"/>
              <w:rPr>
                <w:rFonts w:ascii="Arial" w:hAnsi="Arial"/>
                <w:sz w:val="18"/>
                <w:szCs w:val="18"/>
              </w:rPr>
            </w:pPr>
            <w:r w:rsidRPr="00AF686C">
              <w:rPr>
                <w:rFonts w:ascii="Arial" w:hAnsi="Arial"/>
                <w:sz w:val="18"/>
                <w:szCs w:val="18"/>
              </w:rPr>
              <w:t>SURNAME AND INITIALS OF</w:t>
            </w:r>
            <w:r w:rsidR="007B0D9B">
              <w:rPr>
                <w:rFonts w:ascii="Arial" w:hAnsi="Arial"/>
                <w:sz w:val="18"/>
                <w:szCs w:val="18"/>
              </w:rPr>
              <w:t xml:space="preserve"> SMS MEMBER</w:t>
            </w:r>
          </w:p>
        </w:tc>
        <w:tc>
          <w:tcPr>
            <w:tcW w:w="3515" w:type="dxa"/>
            <w:gridSpan w:val="2"/>
            <w:tcBorders>
              <w:bottom w:val="single" w:sz="4" w:space="0" w:color="auto"/>
            </w:tcBorders>
          </w:tcPr>
          <w:p w14:paraId="3CC34CA3" w14:textId="77777777" w:rsidR="00CD5E9F" w:rsidRPr="00AF686C" w:rsidRDefault="00CD5E9F" w:rsidP="00CD5E9F">
            <w:pPr>
              <w:pStyle w:val="Subtitle"/>
              <w:spacing w:before="120"/>
              <w:jc w:val="both"/>
              <w:rPr>
                <w:rFonts w:ascii="Arial" w:hAnsi="Arial"/>
                <w:b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BFBFBF"/>
          </w:tcPr>
          <w:p w14:paraId="2B5FDB6A" w14:textId="77777777" w:rsidR="00CD5E9F" w:rsidRPr="00AF686C" w:rsidRDefault="00AF686C" w:rsidP="00CD5E9F">
            <w:pPr>
              <w:pStyle w:val="Subtitle"/>
              <w:spacing w:before="120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PERSAL </w:t>
            </w:r>
            <w:r w:rsidR="00442706" w:rsidRPr="00AF686C">
              <w:rPr>
                <w:rFonts w:ascii="Arial" w:hAnsi="Arial"/>
                <w:sz w:val="18"/>
                <w:szCs w:val="18"/>
              </w:rPr>
              <w:t>NO.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14:paraId="17712EF4" w14:textId="77777777" w:rsidR="00CD5E9F" w:rsidRPr="00AF686C" w:rsidRDefault="00CD5E9F" w:rsidP="00CD5E9F">
            <w:pPr>
              <w:pStyle w:val="Subtitle"/>
              <w:spacing w:before="120"/>
              <w:jc w:val="both"/>
              <w:rPr>
                <w:rFonts w:ascii="Arial" w:hAnsi="Arial"/>
                <w:b w:val="0"/>
                <w:sz w:val="18"/>
                <w:szCs w:val="1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shd w:val="clear" w:color="auto" w:fill="BFBFBF"/>
          </w:tcPr>
          <w:p w14:paraId="6C22F804" w14:textId="77777777" w:rsidR="00CD5E9F" w:rsidRPr="00AF686C" w:rsidRDefault="00442706" w:rsidP="00CD5E9F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  <w:r w:rsidRPr="00AF686C">
              <w:rPr>
                <w:rFonts w:ascii="Arial" w:hAnsi="Arial"/>
                <w:sz w:val="18"/>
                <w:szCs w:val="18"/>
              </w:rPr>
              <w:t>SALARY LEVEL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1491A632" w14:textId="77777777" w:rsidR="00CD5E9F" w:rsidRPr="00AF686C" w:rsidRDefault="00CD5E9F" w:rsidP="00CD5E9F">
            <w:pPr>
              <w:pStyle w:val="Subtitle"/>
              <w:spacing w:before="120"/>
              <w:jc w:val="both"/>
              <w:rPr>
                <w:rFonts w:ascii="Arial" w:hAnsi="Arial"/>
                <w:b w:val="0"/>
                <w:sz w:val="18"/>
                <w:szCs w:val="18"/>
              </w:rPr>
            </w:pPr>
          </w:p>
        </w:tc>
      </w:tr>
      <w:tr w:rsidR="00CD5E9F" w:rsidRPr="00AF686C" w14:paraId="6338D9E0" w14:textId="77777777" w:rsidTr="00AF686C">
        <w:trPr>
          <w:trHeight w:val="341"/>
        </w:trPr>
        <w:tc>
          <w:tcPr>
            <w:tcW w:w="4178" w:type="dxa"/>
            <w:shd w:val="clear" w:color="auto" w:fill="BFBFBF"/>
          </w:tcPr>
          <w:p w14:paraId="78AA883F" w14:textId="77777777" w:rsidR="00CD5E9F" w:rsidRPr="00AF686C" w:rsidRDefault="00442706" w:rsidP="00CD5E9F">
            <w:pPr>
              <w:pStyle w:val="Subtitle"/>
              <w:spacing w:before="120"/>
              <w:jc w:val="both"/>
              <w:rPr>
                <w:rFonts w:ascii="Arial" w:hAnsi="Arial"/>
                <w:sz w:val="18"/>
                <w:szCs w:val="18"/>
              </w:rPr>
            </w:pPr>
            <w:r w:rsidRPr="00AF686C">
              <w:rPr>
                <w:rFonts w:ascii="Arial" w:hAnsi="Arial"/>
                <w:sz w:val="18"/>
                <w:szCs w:val="18"/>
              </w:rPr>
              <w:t>JOB TITLE</w:t>
            </w:r>
          </w:p>
        </w:tc>
        <w:tc>
          <w:tcPr>
            <w:tcW w:w="9744" w:type="dxa"/>
            <w:gridSpan w:val="6"/>
            <w:shd w:val="clear" w:color="auto" w:fill="auto"/>
          </w:tcPr>
          <w:p w14:paraId="4139D8A4" w14:textId="77777777" w:rsidR="00CD5E9F" w:rsidRPr="00AF686C" w:rsidRDefault="00CD5E9F" w:rsidP="00CD5E9F">
            <w:pPr>
              <w:pStyle w:val="Subtitle"/>
              <w:spacing w:before="120"/>
              <w:jc w:val="both"/>
              <w:rPr>
                <w:rFonts w:ascii="Arial" w:hAnsi="Arial"/>
                <w:b w:val="0"/>
                <w:sz w:val="18"/>
                <w:szCs w:val="18"/>
              </w:rPr>
            </w:pPr>
          </w:p>
        </w:tc>
      </w:tr>
      <w:tr w:rsidR="004661FF" w:rsidRPr="00AF686C" w14:paraId="0DB8AD7A" w14:textId="77777777" w:rsidTr="00AF686C">
        <w:trPr>
          <w:trHeight w:val="341"/>
        </w:trPr>
        <w:tc>
          <w:tcPr>
            <w:tcW w:w="4178" w:type="dxa"/>
            <w:shd w:val="clear" w:color="auto" w:fill="BFBFBF"/>
          </w:tcPr>
          <w:p w14:paraId="170B5F76" w14:textId="77777777" w:rsidR="004661FF" w:rsidRPr="00AF686C" w:rsidRDefault="00442706" w:rsidP="004661FF">
            <w:pPr>
              <w:pStyle w:val="Subtitle"/>
              <w:spacing w:before="120"/>
              <w:jc w:val="left"/>
              <w:rPr>
                <w:rFonts w:ascii="Arial" w:hAnsi="Arial"/>
                <w:sz w:val="18"/>
                <w:szCs w:val="18"/>
              </w:rPr>
            </w:pPr>
            <w:r w:rsidRPr="00AF686C">
              <w:rPr>
                <w:rFonts w:ascii="Arial" w:hAnsi="Arial"/>
                <w:sz w:val="18"/>
                <w:szCs w:val="18"/>
              </w:rPr>
              <w:t>SURNAME AND INITIALS OF SUPERVISOR</w:t>
            </w:r>
          </w:p>
        </w:tc>
        <w:tc>
          <w:tcPr>
            <w:tcW w:w="2820" w:type="dxa"/>
          </w:tcPr>
          <w:p w14:paraId="2A59F9BA" w14:textId="77777777" w:rsidR="004661FF" w:rsidRPr="00AF686C" w:rsidRDefault="004661FF" w:rsidP="00423B8A">
            <w:pPr>
              <w:pStyle w:val="Subtitle"/>
              <w:spacing w:before="120"/>
              <w:jc w:val="both"/>
              <w:rPr>
                <w:rFonts w:ascii="Arial" w:hAnsi="Arial"/>
                <w:b w:val="0"/>
                <w:sz w:val="18"/>
                <w:szCs w:val="18"/>
              </w:rPr>
            </w:pPr>
          </w:p>
        </w:tc>
        <w:tc>
          <w:tcPr>
            <w:tcW w:w="2182" w:type="dxa"/>
            <w:gridSpan w:val="2"/>
            <w:shd w:val="clear" w:color="auto" w:fill="BFBFBF"/>
          </w:tcPr>
          <w:p w14:paraId="58CE0F76" w14:textId="77777777" w:rsidR="004661FF" w:rsidRPr="00AF686C" w:rsidRDefault="00442706" w:rsidP="00423B8A">
            <w:pPr>
              <w:pStyle w:val="Subtitle"/>
              <w:spacing w:before="120"/>
              <w:jc w:val="both"/>
              <w:rPr>
                <w:rFonts w:ascii="Arial" w:hAnsi="Arial"/>
                <w:sz w:val="18"/>
                <w:szCs w:val="18"/>
              </w:rPr>
            </w:pPr>
            <w:r w:rsidRPr="00AF686C">
              <w:rPr>
                <w:rFonts w:ascii="Arial" w:hAnsi="Arial"/>
                <w:sz w:val="18"/>
                <w:szCs w:val="18"/>
              </w:rPr>
              <w:t>JOB TITLE</w:t>
            </w:r>
          </w:p>
        </w:tc>
        <w:tc>
          <w:tcPr>
            <w:tcW w:w="4742" w:type="dxa"/>
            <w:gridSpan w:val="3"/>
          </w:tcPr>
          <w:p w14:paraId="7434193A" w14:textId="77777777" w:rsidR="004661FF" w:rsidRPr="00AF686C" w:rsidRDefault="004661FF" w:rsidP="00423B8A">
            <w:pPr>
              <w:pStyle w:val="Subtitle"/>
              <w:spacing w:before="120"/>
              <w:jc w:val="both"/>
              <w:rPr>
                <w:rFonts w:ascii="Arial" w:hAnsi="Arial"/>
                <w:b w:val="0"/>
                <w:sz w:val="18"/>
                <w:szCs w:val="18"/>
              </w:rPr>
            </w:pPr>
          </w:p>
        </w:tc>
      </w:tr>
      <w:tr w:rsidR="004661FF" w:rsidRPr="00AF686C" w14:paraId="32961B3B" w14:textId="77777777" w:rsidTr="00AF686C">
        <w:trPr>
          <w:trHeight w:val="356"/>
        </w:trPr>
        <w:tc>
          <w:tcPr>
            <w:tcW w:w="4178" w:type="dxa"/>
            <w:shd w:val="clear" w:color="auto" w:fill="BFBFBF"/>
          </w:tcPr>
          <w:p w14:paraId="00E3C7EA" w14:textId="77777777" w:rsidR="00990685" w:rsidRPr="00AF686C" w:rsidRDefault="00442706" w:rsidP="00423B8A">
            <w:pPr>
              <w:pStyle w:val="Subtitle"/>
              <w:spacing w:before="120"/>
              <w:jc w:val="both"/>
              <w:rPr>
                <w:rFonts w:ascii="Arial" w:hAnsi="Arial"/>
                <w:sz w:val="18"/>
                <w:szCs w:val="18"/>
              </w:rPr>
            </w:pPr>
            <w:r w:rsidRPr="00AF686C">
              <w:rPr>
                <w:rFonts w:ascii="Arial" w:hAnsi="Arial"/>
                <w:sz w:val="18"/>
                <w:szCs w:val="18"/>
              </w:rPr>
              <w:t>BRANCH</w:t>
            </w:r>
          </w:p>
        </w:tc>
        <w:tc>
          <w:tcPr>
            <w:tcW w:w="2820" w:type="dxa"/>
          </w:tcPr>
          <w:p w14:paraId="3D78FE07" w14:textId="77777777" w:rsidR="00990685" w:rsidRPr="00AF686C" w:rsidRDefault="00990685" w:rsidP="00423B8A">
            <w:pPr>
              <w:pStyle w:val="Subtitle"/>
              <w:spacing w:before="120"/>
              <w:jc w:val="both"/>
              <w:rPr>
                <w:rFonts w:ascii="Arial" w:hAnsi="Arial"/>
                <w:b w:val="0"/>
                <w:sz w:val="18"/>
                <w:szCs w:val="18"/>
              </w:rPr>
            </w:pPr>
          </w:p>
        </w:tc>
        <w:tc>
          <w:tcPr>
            <w:tcW w:w="2182" w:type="dxa"/>
            <w:gridSpan w:val="2"/>
            <w:shd w:val="clear" w:color="auto" w:fill="BFBFBF"/>
          </w:tcPr>
          <w:p w14:paraId="65B617DA" w14:textId="77777777" w:rsidR="00483481" w:rsidRDefault="00442706" w:rsidP="00483481">
            <w:pPr>
              <w:pStyle w:val="Subtitle"/>
              <w:spacing w:before="120"/>
              <w:jc w:val="both"/>
              <w:rPr>
                <w:rFonts w:ascii="Arial" w:hAnsi="Arial"/>
                <w:sz w:val="18"/>
                <w:szCs w:val="18"/>
              </w:rPr>
            </w:pPr>
            <w:r w:rsidRPr="00AF686C">
              <w:rPr>
                <w:rFonts w:ascii="Arial" w:hAnsi="Arial"/>
                <w:sz w:val="18"/>
                <w:szCs w:val="18"/>
              </w:rPr>
              <w:t>DIRECTORATE/</w:t>
            </w:r>
          </w:p>
          <w:p w14:paraId="15BDEC2D" w14:textId="77777777" w:rsidR="00990685" w:rsidRPr="00AF686C" w:rsidRDefault="00A57CD2" w:rsidP="00483481">
            <w:pPr>
              <w:pStyle w:val="Subtitle"/>
              <w:spacing w:before="120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DISTRICT</w:t>
            </w:r>
          </w:p>
        </w:tc>
        <w:tc>
          <w:tcPr>
            <w:tcW w:w="4742" w:type="dxa"/>
            <w:gridSpan w:val="3"/>
          </w:tcPr>
          <w:p w14:paraId="321A35FE" w14:textId="77777777" w:rsidR="00990685" w:rsidRPr="00AF686C" w:rsidRDefault="00990685" w:rsidP="00423B8A">
            <w:pPr>
              <w:pStyle w:val="Subtitle"/>
              <w:spacing w:before="120"/>
              <w:jc w:val="both"/>
              <w:rPr>
                <w:rFonts w:ascii="Arial" w:hAnsi="Arial"/>
                <w:b w:val="0"/>
                <w:sz w:val="18"/>
                <w:szCs w:val="18"/>
              </w:rPr>
            </w:pPr>
          </w:p>
        </w:tc>
      </w:tr>
    </w:tbl>
    <w:p w14:paraId="439F64A0" w14:textId="77777777" w:rsidR="00640C1D" w:rsidRPr="00950794" w:rsidRDefault="00640C1D">
      <w:pPr>
        <w:pStyle w:val="Subtitle"/>
        <w:rPr>
          <w:rFonts w:ascii="Arial" w:hAnsi="Arial"/>
          <w:sz w:val="16"/>
          <w:szCs w:val="16"/>
        </w:rPr>
      </w:pPr>
    </w:p>
    <w:tbl>
      <w:tblPr>
        <w:tblW w:w="1390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098"/>
        <w:gridCol w:w="1027"/>
        <w:gridCol w:w="4485"/>
        <w:gridCol w:w="5670"/>
      </w:tblGrid>
      <w:tr w:rsidR="004B6960" w:rsidRPr="000052D8" w14:paraId="46030C86" w14:textId="77777777" w:rsidTr="004B6960">
        <w:trPr>
          <w:trHeight w:val="821"/>
          <w:tblHeader/>
        </w:trPr>
        <w:tc>
          <w:tcPr>
            <w:tcW w:w="627" w:type="dxa"/>
            <w:vMerge w:val="restart"/>
            <w:shd w:val="clear" w:color="auto" w:fill="BFBFBF"/>
          </w:tcPr>
          <w:p w14:paraId="54E41ED2" w14:textId="77777777" w:rsidR="004B6960" w:rsidRPr="00020733" w:rsidRDefault="004B6960" w:rsidP="00442706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  <w:r w:rsidRPr="00020733">
              <w:rPr>
                <w:rFonts w:ascii="Arial" w:hAnsi="Arial"/>
                <w:sz w:val="18"/>
                <w:szCs w:val="18"/>
              </w:rPr>
              <w:t>NO</w:t>
            </w:r>
          </w:p>
        </w:tc>
        <w:tc>
          <w:tcPr>
            <w:tcW w:w="2098" w:type="dxa"/>
            <w:vMerge w:val="restart"/>
            <w:shd w:val="clear" w:color="auto" w:fill="BFBFBF"/>
          </w:tcPr>
          <w:p w14:paraId="4E7F502E" w14:textId="77777777" w:rsidR="004B6960" w:rsidRPr="00020733" w:rsidRDefault="004B6960" w:rsidP="00442706">
            <w:pPr>
              <w:pStyle w:val="Subtitle"/>
              <w:spacing w:before="120"/>
              <w:rPr>
                <w:rFonts w:ascii="Arial" w:hAnsi="Arial"/>
                <w:sz w:val="18"/>
                <w:szCs w:val="18"/>
                <w:vertAlign w:val="superscript"/>
              </w:rPr>
            </w:pPr>
            <w:r>
              <w:rPr>
                <w:rFonts w:ascii="Arial" w:hAnsi="Arial"/>
                <w:sz w:val="18"/>
                <w:szCs w:val="18"/>
              </w:rPr>
              <w:t>OUTPUT</w:t>
            </w:r>
          </w:p>
        </w:tc>
        <w:tc>
          <w:tcPr>
            <w:tcW w:w="1027" w:type="dxa"/>
            <w:vMerge w:val="restart"/>
            <w:shd w:val="clear" w:color="auto" w:fill="BFBFBF"/>
          </w:tcPr>
          <w:p w14:paraId="0533D227" w14:textId="77777777" w:rsidR="004B6960" w:rsidRPr="00020733" w:rsidRDefault="004B6960" w:rsidP="00442706">
            <w:pPr>
              <w:pStyle w:val="Subtitle"/>
              <w:spacing w:before="120"/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020733">
              <w:rPr>
                <w:rFonts w:ascii="Arial" w:hAnsi="Arial"/>
                <w:sz w:val="18"/>
                <w:szCs w:val="18"/>
              </w:rPr>
              <w:t>WEIGHT</w:t>
            </w:r>
          </w:p>
        </w:tc>
        <w:tc>
          <w:tcPr>
            <w:tcW w:w="4485" w:type="dxa"/>
            <w:vMerge w:val="restart"/>
            <w:shd w:val="clear" w:color="auto" w:fill="BFBFBF"/>
          </w:tcPr>
          <w:p w14:paraId="3011C2B0" w14:textId="77777777" w:rsidR="004B6960" w:rsidRPr="00020733" w:rsidRDefault="004B6960" w:rsidP="00A57CD2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  <w:r w:rsidRPr="00020733">
              <w:rPr>
                <w:rFonts w:ascii="Arial" w:hAnsi="Arial"/>
                <w:sz w:val="18"/>
                <w:szCs w:val="18"/>
              </w:rPr>
              <w:t xml:space="preserve">PERFORMANCE </w:t>
            </w:r>
            <w:r>
              <w:rPr>
                <w:rFonts w:ascii="Arial" w:hAnsi="Arial"/>
                <w:sz w:val="18"/>
                <w:szCs w:val="18"/>
              </w:rPr>
              <w:t>INDICATOR</w:t>
            </w:r>
            <w:r w:rsidRPr="00020733">
              <w:rPr>
                <w:rFonts w:ascii="Arial" w:hAnsi="Arial"/>
                <w:sz w:val="18"/>
                <w:szCs w:val="18"/>
              </w:rPr>
              <w:t xml:space="preserve">(S) AS PER THE </w:t>
            </w:r>
            <w:r>
              <w:rPr>
                <w:rFonts w:ascii="Arial" w:hAnsi="Arial"/>
                <w:sz w:val="18"/>
                <w:szCs w:val="18"/>
              </w:rPr>
              <w:t>PERFORMANCE AGREEMENT</w:t>
            </w:r>
          </w:p>
        </w:tc>
        <w:tc>
          <w:tcPr>
            <w:tcW w:w="5670" w:type="dxa"/>
            <w:vMerge w:val="restart"/>
            <w:shd w:val="clear" w:color="auto" w:fill="BFBFBF"/>
          </w:tcPr>
          <w:p w14:paraId="3466AD55" w14:textId="77777777" w:rsidR="004B6960" w:rsidRPr="00020733" w:rsidRDefault="004B6960" w:rsidP="00A57CD2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  <w:r w:rsidRPr="00020733">
              <w:rPr>
                <w:rFonts w:ascii="Arial" w:hAnsi="Arial"/>
                <w:sz w:val="18"/>
                <w:szCs w:val="18"/>
              </w:rPr>
              <w:t xml:space="preserve">WHAT WAS ACHIEVED IN RELATION TO </w:t>
            </w:r>
            <w:r>
              <w:rPr>
                <w:rFonts w:ascii="Arial" w:hAnsi="Arial"/>
                <w:sz w:val="18"/>
                <w:szCs w:val="18"/>
              </w:rPr>
              <w:t>THE KRA AND PERFORMANCE INDICATOR</w:t>
            </w:r>
          </w:p>
        </w:tc>
      </w:tr>
      <w:tr w:rsidR="004B6960" w:rsidRPr="000052D8" w14:paraId="17996B55" w14:textId="77777777" w:rsidTr="004B6960">
        <w:trPr>
          <w:trHeight w:val="459"/>
          <w:tblHeader/>
        </w:trPr>
        <w:tc>
          <w:tcPr>
            <w:tcW w:w="627" w:type="dxa"/>
            <w:vMerge/>
            <w:tcBorders>
              <w:bottom w:val="single" w:sz="4" w:space="0" w:color="auto"/>
            </w:tcBorders>
            <w:shd w:val="clear" w:color="auto" w:fill="BFBFBF"/>
          </w:tcPr>
          <w:p w14:paraId="7E04450C" w14:textId="77777777" w:rsidR="004B6960" w:rsidRPr="00020733" w:rsidRDefault="004B6960" w:rsidP="00442706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bottom w:val="single" w:sz="4" w:space="0" w:color="auto"/>
            </w:tcBorders>
            <w:shd w:val="clear" w:color="auto" w:fill="BFBFBF"/>
          </w:tcPr>
          <w:p w14:paraId="04D9CB6F" w14:textId="77777777" w:rsidR="004B6960" w:rsidRDefault="004B6960" w:rsidP="00442706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bottom w:val="single" w:sz="4" w:space="0" w:color="auto"/>
            </w:tcBorders>
            <w:shd w:val="clear" w:color="auto" w:fill="BFBFBF"/>
          </w:tcPr>
          <w:p w14:paraId="325E0E5B" w14:textId="77777777" w:rsidR="004B6960" w:rsidRPr="00020733" w:rsidRDefault="004B6960" w:rsidP="00442706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5" w:type="dxa"/>
            <w:vMerge/>
            <w:shd w:val="clear" w:color="auto" w:fill="BFBFBF"/>
          </w:tcPr>
          <w:p w14:paraId="5D599944" w14:textId="77777777" w:rsidR="004B6960" w:rsidRPr="00020733" w:rsidRDefault="004B6960" w:rsidP="00CD5E9F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vMerge/>
            <w:shd w:val="clear" w:color="auto" w:fill="BFBFBF"/>
          </w:tcPr>
          <w:p w14:paraId="5159A83C" w14:textId="77777777" w:rsidR="004B6960" w:rsidRPr="00020733" w:rsidRDefault="004B6960" w:rsidP="000A35D1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</w:tr>
      <w:tr w:rsidR="004B6960" w:rsidRPr="000052D8" w14:paraId="2B0EFEA2" w14:textId="77777777" w:rsidTr="004B6960">
        <w:trPr>
          <w:trHeight w:val="422"/>
        </w:trPr>
        <w:tc>
          <w:tcPr>
            <w:tcW w:w="627" w:type="dxa"/>
            <w:vMerge w:val="restart"/>
            <w:tcBorders>
              <w:top w:val="single" w:sz="4" w:space="0" w:color="auto"/>
            </w:tcBorders>
          </w:tcPr>
          <w:p w14:paraId="73B748E8" w14:textId="1EAEDA69" w:rsidR="004B6960" w:rsidRPr="00404763" w:rsidRDefault="004B6960" w:rsidP="00E80511">
            <w:pPr>
              <w:pStyle w:val="Subtitle"/>
              <w:spacing w:before="120"/>
              <w:rPr>
                <w:rFonts w:ascii="Arial" w:hAnsi="Arial"/>
              </w:rPr>
            </w:pPr>
            <w:r w:rsidRPr="00404763">
              <w:rPr>
                <w:rFonts w:ascii="Arial" w:hAnsi="Arial"/>
              </w:rPr>
              <w:t>1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</w:tcBorders>
          </w:tcPr>
          <w:p w14:paraId="5974F2DA" w14:textId="77777777" w:rsidR="004B6960" w:rsidRPr="000052D8" w:rsidRDefault="004B6960" w:rsidP="00E8051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</w:tcBorders>
          </w:tcPr>
          <w:p w14:paraId="769577B9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  <w:tcBorders>
              <w:top w:val="single" w:sz="4" w:space="0" w:color="auto"/>
            </w:tcBorders>
          </w:tcPr>
          <w:p w14:paraId="5F1EEEF0" w14:textId="77777777" w:rsidR="004B6960" w:rsidRPr="000052D8" w:rsidRDefault="004B6960" w:rsidP="00E80511"/>
        </w:tc>
        <w:tc>
          <w:tcPr>
            <w:tcW w:w="5670" w:type="dxa"/>
            <w:tcBorders>
              <w:top w:val="single" w:sz="4" w:space="0" w:color="auto"/>
            </w:tcBorders>
          </w:tcPr>
          <w:p w14:paraId="40C15B68" w14:textId="77777777" w:rsidR="004B6960" w:rsidRPr="000052D8" w:rsidRDefault="004B6960" w:rsidP="00E8051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4B6960" w:rsidRPr="000052D8" w14:paraId="106143C7" w14:textId="77777777" w:rsidTr="004B6960">
        <w:trPr>
          <w:trHeight w:val="445"/>
        </w:trPr>
        <w:tc>
          <w:tcPr>
            <w:tcW w:w="627" w:type="dxa"/>
            <w:vMerge/>
          </w:tcPr>
          <w:p w14:paraId="794B4DE3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58F7F0C7" w14:textId="77777777" w:rsidR="004B6960" w:rsidRPr="000052D8" w:rsidRDefault="004B6960" w:rsidP="00E8051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3ADCF11D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</w:tcPr>
          <w:p w14:paraId="491AB1D0" w14:textId="77777777" w:rsidR="004B6960" w:rsidRPr="000052D8" w:rsidRDefault="004B6960" w:rsidP="00E80511"/>
        </w:tc>
        <w:tc>
          <w:tcPr>
            <w:tcW w:w="5670" w:type="dxa"/>
          </w:tcPr>
          <w:p w14:paraId="20244EF5" w14:textId="77777777" w:rsidR="004B6960" w:rsidRPr="000052D8" w:rsidRDefault="004B6960" w:rsidP="00E8051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4B6960" w:rsidRPr="000052D8" w14:paraId="3E298C90" w14:textId="77777777" w:rsidTr="004B6960">
        <w:trPr>
          <w:trHeight w:val="445"/>
        </w:trPr>
        <w:tc>
          <w:tcPr>
            <w:tcW w:w="627" w:type="dxa"/>
            <w:vMerge/>
          </w:tcPr>
          <w:p w14:paraId="7E71E648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729C52D0" w14:textId="77777777" w:rsidR="004B6960" w:rsidRPr="000052D8" w:rsidRDefault="004B6960" w:rsidP="00E8051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7221DCBC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</w:tcPr>
          <w:p w14:paraId="181E1D26" w14:textId="77777777" w:rsidR="004B6960" w:rsidRPr="000052D8" w:rsidRDefault="004B6960" w:rsidP="00E80511"/>
        </w:tc>
        <w:tc>
          <w:tcPr>
            <w:tcW w:w="5670" w:type="dxa"/>
          </w:tcPr>
          <w:p w14:paraId="5650F03A" w14:textId="77777777" w:rsidR="004B6960" w:rsidRPr="000052D8" w:rsidRDefault="004B6960" w:rsidP="00E8051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4B6960" w:rsidRPr="000052D8" w14:paraId="63B23B9E" w14:textId="77777777" w:rsidTr="004B6960">
        <w:trPr>
          <w:trHeight w:val="490"/>
        </w:trPr>
        <w:tc>
          <w:tcPr>
            <w:tcW w:w="627" w:type="dxa"/>
            <w:vMerge/>
          </w:tcPr>
          <w:p w14:paraId="5B02485A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019E8EF3" w14:textId="77777777" w:rsidR="004B6960" w:rsidRPr="000052D8" w:rsidRDefault="004B6960" w:rsidP="00E8051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3ADEA31F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</w:tcPr>
          <w:p w14:paraId="0A24A180" w14:textId="77777777" w:rsidR="004B6960" w:rsidRPr="000052D8" w:rsidRDefault="004B6960" w:rsidP="00E80511"/>
        </w:tc>
        <w:tc>
          <w:tcPr>
            <w:tcW w:w="5670" w:type="dxa"/>
          </w:tcPr>
          <w:p w14:paraId="3A546425" w14:textId="77777777" w:rsidR="004B6960" w:rsidRPr="000052D8" w:rsidRDefault="004B6960" w:rsidP="00E8051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4B6960" w:rsidRPr="000052D8" w14:paraId="6631418C" w14:textId="77777777" w:rsidTr="004B6960">
        <w:trPr>
          <w:trHeight w:val="422"/>
        </w:trPr>
        <w:tc>
          <w:tcPr>
            <w:tcW w:w="627" w:type="dxa"/>
            <w:vMerge/>
          </w:tcPr>
          <w:p w14:paraId="47A60479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47067B43" w14:textId="77777777" w:rsidR="004B6960" w:rsidRPr="000052D8" w:rsidRDefault="004B6960" w:rsidP="00E8051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5EB382FE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  <w:tcBorders>
              <w:bottom w:val="single" w:sz="4" w:space="0" w:color="auto"/>
            </w:tcBorders>
          </w:tcPr>
          <w:p w14:paraId="27B53952" w14:textId="77777777" w:rsidR="004B6960" w:rsidRPr="000052D8" w:rsidRDefault="004B6960" w:rsidP="00E80511"/>
        </w:tc>
        <w:tc>
          <w:tcPr>
            <w:tcW w:w="5670" w:type="dxa"/>
            <w:tcBorders>
              <w:bottom w:val="single" w:sz="4" w:space="0" w:color="auto"/>
            </w:tcBorders>
          </w:tcPr>
          <w:p w14:paraId="6E64B99B" w14:textId="77777777" w:rsidR="004B6960" w:rsidRPr="000052D8" w:rsidRDefault="004B6960" w:rsidP="00E8051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4B6960" w:rsidRPr="000052D8" w14:paraId="19320679" w14:textId="77777777" w:rsidTr="004B6960">
        <w:trPr>
          <w:trHeight w:val="526"/>
        </w:trPr>
        <w:tc>
          <w:tcPr>
            <w:tcW w:w="627" w:type="dxa"/>
            <w:vMerge/>
          </w:tcPr>
          <w:p w14:paraId="0AAC8ACE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1855A661" w14:textId="77777777" w:rsidR="004B6960" w:rsidRPr="000052D8" w:rsidRDefault="004B6960" w:rsidP="00E8051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28DC8ACA" w14:textId="77777777" w:rsidR="004B6960" w:rsidRPr="000052D8" w:rsidRDefault="004B6960" w:rsidP="00E8051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</w:tcPr>
          <w:p w14:paraId="2FC54006" w14:textId="77777777" w:rsidR="004B6960" w:rsidRPr="000052D8" w:rsidRDefault="004B6960" w:rsidP="00E80511"/>
        </w:tc>
        <w:tc>
          <w:tcPr>
            <w:tcW w:w="5670" w:type="dxa"/>
          </w:tcPr>
          <w:p w14:paraId="3D35FB73" w14:textId="77777777" w:rsidR="004B6960" w:rsidRPr="000052D8" w:rsidRDefault="004B6960" w:rsidP="00E8051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</w:tbl>
    <w:p w14:paraId="2F2F0755" w14:textId="77777777" w:rsidR="00AF686C" w:rsidRDefault="00AF686C" w:rsidP="00FB69D0">
      <w:pPr>
        <w:tabs>
          <w:tab w:val="left" w:pos="1985"/>
        </w:tabs>
        <w:spacing w:line="360" w:lineRule="auto"/>
        <w:jc w:val="both"/>
      </w:pPr>
    </w:p>
    <w:p w14:paraId="3A390446" w14:textId="77777777" w:rsidR="00AF686C" w:rsidRDefault="00AF686C" w:rsidP="00FB69D0">
      <w:pPr>
        <w:tabs>
          <w:tab w:val="left" w:pos="1985"/>
        </w:tabs>
        <w:spacing w:line="360" w:lineRule="auto"/>
        <w:jc w:val="both"/>
      </w:pPr>
    </w:p>
    <w:tbl>
      <w:tblPr>
        <w:tblW w:w="1390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098"/>
        <w:gridCol w:w="1027"/>
        <w:gridCol w:w="4485"/>
        <w:gridCol w:w="5670"/>
      </w:tblGrid>
      <w:tr w:rsidR="00113DFC" w:rsidRPr="000052D8" w14:paraId="37841681" w14:textId="77777777" w:rsidTr="00113DFC">
        <w:trPr>
          <w:trHeight w:val="821"/>
          <w:tblHeader/>
        </w:trPr>
        <w:tc>
          <w:tcPr>
            <w:tcW w:w="627" w:type="dxa"/>
            <w:vMerge w:val="restart"/>
            <w:shd w:val="clear" w:color="auto" w:fill="BFBFBF"/>
          </w:tcPr>
          <w:p w14:paraId="3865B457" w14:textId="77777777" w:rsidR="00113DFC" w:rsidRPr="00020733" w:rsidRDefault="00113DFC" w:rsidP="004D7F31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  <w:r w:rsidRPr="00020733">
              <w:rPr>
                <w:rFonts w:ascii="Arial" w:hAnsi="Arial"/>
                <w:sz w:val="18"/>
                <w:szCs w:val="18"/>
              </w:rPr>
              <w:t>NO</w:t>
            </w:r>
          </w:p>
        </w:tc>
        <w:tc>
          <w:tcPr>
            <w:tcW w:w="2098" w:type="dxa"/>
            <w:vMerge w:val="restart"/>
            <w:shd w:val="clear" w:color="auto" w:fill="BFBFBF"/>
          </w:tcPr>
          <w:p w14:paraId="30C44F50" w14:textId="76D02ECB" w:rsidR="00113DFC" w:rsidRPr="00020733" w:rsidRDefault="00113DFC" w:rsidP="00A57CD2">
            <w:pPr>
              <w:pStyle w:val="Subtitle"/>
              <w:spacing w:before="120"/>
              <w:rPr>
                <w:rFonts w:ascii="Arial" w:hAnsi="Arial"/>
                <w:sz w:val="18"/>
                <w:szCs w:val="18"/>
                <w:vertAlign w:val="superscript"/>
              </w:rPr>
            </w:pPr>
            <w:r>
              <w:rPr>
                <w:rFonts w:ascii="Arial" w:hAnsi="Arial"/>
                <w:sz w:val="18"/>
                <w:szCs w:val="18"/>
              </w:rPr>
              <w:t>OUTPUT</w:t>
            </w:r>
          </w:p>
        </w:tc>
        <w:tc>
          <w:tcPr>
            <w:tcW w:w="1027" w:type="dxa"/>
            <w:vMerge w:val="restart"/>
            <w:shd w:val="clear" w:color="auto" w:fill="BFBFBF"/>
          </w:tcPr>
          <w:p w14:paraId="76238481" w14:textId="77777777" w:rsidR="00113DFC" w:rsidRPr="00020733" w:rsidRDefault="00113DFC" w:rsidP="004D7F31">
            <w:pPr>
              <w:pStyle w:val="Subtitle"/>
              <w:spacing w:before="120"/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020733">
              <w:rPr>
                <w:rFonts w:ascii="Arial" w:hAnsi="Arial"/>
                <w:sz w:val="18"/>
                <w:szCs w:val="18"/>
              </w:rPr>
              <w:t>WEIGHT</w:t>
            </w:r>
          </w:p>
        </w:tc>
        <w:tc>
          <w:tcPr>
            <w:tcW w:w="4485" w:type="dxa"/>
            <w:vMerge w:val="restart"/>
            <w:shd w:val="clear" w:color="auto" w:fill="BFBFBF"/>
          </w:tcPr>
          <w:p w14:paraId="4B9F3DE7" w14:textId="77777777" w:rsidR="00113DFC" w:rsidRPr="00020733" w:rsidRDefault="00113DFC" w:rsidP="00A57CD2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  <w:r w:rsidRPr="00020733">
              <w:rPr>
                <w:rFonts w:ascii="Arial" w:hAnsi="Arial"/>
                <w:sz w:val="18"/>
                <w:szCs w:val="18"/>
              </w:rPr>
              <w:t xml:space="preserve">PERFORMANCE </w:t>
            </w:r>
            <w:r>
              <w:rPr>
                <w:rFonts w:ascii="Arial" w:hAnsi="Arial"/>
                <w:sz w:val="18"/>
                <w:szCs w:val="18"/>
              </w:rPr>
              <w:t>INDICATOR</w:t>
            </w:r>
            <w:r w:rsidRPr="00020733">
              <w:rPr>
                <w:rFonts w:ascii="Arial" w:hAnsi="Arial"/>
                <w:sz w:val="18"/>
                <w:szCs w:val="18"/>
              </w:rPr>
              <w:t xml:space="preserve">(S) AS PER THE </w:t>
            </w:r>
            <w:r>
              <w:rPr>
                <w:rFonts w:ascii="Arial" w:hAnsi="Arial"/>
                <w:sz w:val="18"/>
                <w:szCs w:val="18"/>
              </w:rPr>
              <w:t>PERFORMANCE AGREEMENT</w:t>
            </w:r>
          </w:p>
        </w:tc>
        <w:tc>
          <w:tcPr>
            <w:tcW w:w="5670" w:type="dxa"/>
            <w:vMerge w:val="restart"/>
            <w:shd w:val="clear" w:color="auto" w:fill="BFBFBF"/>
          </w:tcPr>
          <w:p w14:paraId="37169645" w14:textId="77777777" w:rsidR="00113DFC" w:rsidRPr="00020733" w:rsidRDefault="00113DFC" w:rsidP="00A57CD2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  <w:r w:rsidRPr="00020733">
              <w:rPr>
                <w:rFonts w:ascii="Arial" w:hAnsi="Arial"/>
                <w:sz w:val="18"/>
                <w:szCs w:val="18"/>
              </w:rPr>
              <w:t xml:space="preserve">WHAT WAS ACHIEVED IN RELATION TO </w:t>
            </w:r>
            <w:r>
              <w:rPr>
                <w:rFonts w:ascii="Arial" w:hAnsi="Arial"/>
                <w:sz w:val="18"/>
                <w:szCs w:val="18"/>
              </w:rPr>
              <w:t>THE KRA AND PERFORMANCE INDICATOR</w:t>
            </w:r>
          </w:p>
        </w:tc>
      </w:tr>
      <w:tr w:rsidR="00113DFC" w:rsidRPr="000052D8" w14:paraId="0E54F101" w14:textId="77777777" w:rsidTr="00113DFC">
        <w:trPr>
          <w:trHeight w:val="459"/>
          <w:tblHeader/>
        </w:trPr>
        <w:tc>
          <w:tcPr>
            <w:tcW w:w="627" w:type="dxa"/>
            <w:vMerge/>
            <w:tcBorders>
              <w:bottom w:val="single" w:sz="4" w:space="0" w:color="auto"/>
            </w:tcBorders>
            <w:shd w:val="clear" w:color="auto" w:fill="BFBFBF"/>
          </w:tcPr>
          <w:p w14:paraId="61601313" w14:textId="77777777" w:rsidR="00113DFC" w:rsidRPr="00020733" w:rsidRDefault="00113DFC" w:rsidP="004D7F31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bottom w:val="single" w:sz="4" w:space="0" w:color="auto"/>
            </w:tcBorders>
            <w:shd w:val="clear" w:color="auto" w:fill="BFBFBF"/>
          </w:tcPr>
          <w:p w14:paraId="3DC8B34B" w14:textId="77777777" w:rsidR="00113DFC" w:rsidRDefault="00113DFC" w:rsidP="004D7F31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bottom w:val="single" w:sz="4" w:space="0" w:color="auto"/>
            </w:tcBorders>
            <w:shd w:val="clear" w:color="auto" w:fill="BFBFBF"/>
          </w:tcPr>
          <w:p w14:paraId="57931398" w14:textId="77777777" w:rsidR="00113DFC" w:rsidRPr="00020733" w:rsidRDefault="00113DFC" w:rsidP="004D7F31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5" w:type="dxa"/>
            <w:vMerge/>
            <w:shd w:val="clear" w:color="auto" w:fill="BFBFBF"/>
          </w:tcPr>
          <w:p w14:paraId="406395C5" w14:textId="77777777" w:rsidR="00113DFC" w:rsidRPr="00020733" w:rsidRDefault="00113DFC" w:rsidP="004D7F31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vMerge/>
            <w:shd w:val="clear" w:color="auto" w:fill="BFBFBF"/>
          </w:tcPr>
          <w:p w14:paraId="47758174" w14:textId="77777777" w:rsidR="00113DFC" w:rsidRPr="00020733" w:rsidRDefault="00113DFC" w:rsidP="004D7F31">
            <w:pPr>
              <w:pStyle w:val="Subtitle"/>
              <w:spacing w:before="120"/>
              <w:rPr>
                <w:rFonts w:ascii="Arial" w:hAnsi="Arial"/>
                <w:sz w:val="18"/>
                <w:szCs w:val="18"/>
              </w:rPr>
            </w:pPr>
          </w:p>
        </w:tc>
      </w:tr>
      <w:tr w:rsidR="00113DFC" w:rsidRPr="000052D8" w14:paraId="7668062B" w14:textId="77777777" w:rsidTr="00113DFC">
        <w:trPr>
          <w:trHeight w:val="422"/>
        </w:trPr>
        <w:tc>
          <w:tcPr>
            <w:tcW w:w="627" w:type="dxa"/>
            <w:vMerge w:val="restart"/>
            <w:tcBorders>
              <w:top w:val="single" w:sz="4" w:space="0" w:color="auto"/>
            </w:tcBorders>
          </w:tcPr>
          <w:p w14:paraId="6BAE6078" w14:textId="34FDA033" w:rsidR="00113DFC" w:rsidRPr="00404763" w:rsidRDefault="00113DFC" w:rsidP="004D7F31">
            <w:pPr>
              <w:pStyle w:val="Subtitle"/>
              <w:spacing w:before="120"/>
              <w:rPr>
                <w:rFonts w:ascii="Arial" w:hAnsi="Arial"/>
              </w:rPr>
            </w:pPr>
            <w:r w:rsidRPr="00404763">
              <w:rPr>
                <w:rFonts w:ascii="Arial" w:hAnsi="Arial"/>
              </w:rPr>
              <w:t>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</w:tcBorders>
          </w:tcPr>
          <w:p w14:paraId="1BB7D9C7" w14:textId="77777777" w:rsidR="00113DFC" w:rsidRPr="000052D8" w:rsidRDefault="00113DFC" w:rsidP="004D7F3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</w:tcBorders>
          </w:tcPr>
          <w:p w14:paraId="772A5645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  <w:tcBorders>
              <w:top w:val="single" w:sz="4" w:space="0" w:color="auto"/>
            </w:tcBorders>
          </w:tcPr>
          <w:p w14:paraId="2E3C9100" w14:textId="77777777" w:rsidR="00113DFC" w:rsidRPr="000052D8" w:rsidRDefault="00113DFC" w:rsidP="004D7F31"/>
        </w:tc>
        <w:tc>
          <w:tcPr>
            <w:tcW w:w="5670" w:type="dxa"/>
            <w:tcBorders>
              <w:top w:val="single" w:sz="4" w:space="0" w:color="auto"/>
            </w:tcBorders>
          </w:tcPr>
          <w:p w14:paraId="64937142" w14:textId="77777777" w:rsidR="00113DFC" w:rsidRPr="000052D8" w:rsidRDefault="00113DFC" w:rsidP="004D7F3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113DFC" w:rsidRPr="000052D8" w14:paraId="566DCABD" w14:textId="77777777" w:rsidTr="00113DFC">
        <w:trPr>
          <w:trHeight w:val="445"/>
        </w:trPr>
        <w:tc>
          <w:tcPr>
            <w:tcW w:w="627" w:type="dxa"/>
            <w:vMerge/>
          </w:tcPr>
          <w:p w14:paraId="0FC19B68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11739AF5" w14:textId="77777777" w:rsidR="00113DFC" w:rsidRPr="000052D8" w:rsidRDefault="00113DFC" w:rsidP="004D7F3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1B0C68FF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</w:tcPr>
          <w:p w14:paraId="4624B6C2" w14:textId="77777777" w:rsidR="00113DFC" w:rsidRPr="000052D8" w:rsidRDefault="00113DFC" w:rsidP="004D7F31"/>
        </w:tc>
        <w:tc>
          <w:tcPr>
            <w:tcW w:w="5670" w:type="dxa"/>
          </w:tcPr>
          <w:p w14:paraId="09840C31" w14:textId="77777777" w:rsidR="00113DFC" w:rsidRPr="000052D8" w:rsidRDefault="00113DFC" w:rsidP="004D7F3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113DFC" w:rsidRPr="000052D8" w14:paraId="71696E1C" w14:textId="77777777" w:rsidTr="00113DFC">
        <w:trPr>
          <w:trHeight w:val="445"/>
        </w:trPr>
        <w:tc>
          <w:tcPr>
            <w:tcW w:w="627" w:type="dxa"/>
            <w:vMerge/>
          </w:tcPr>
          <w:p w14:paraId="4D078C40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359C5A0D" w14:textId="77777777" w:rsidR="00113DFC" w:rsidRPr="000052D8" w:rsidRDefault="00113DFC" w:rsidP="004D7F3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4A3786A7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</w:tcPr>
          <w:p w14:paraId="4F359E04" w14:textId="77777777" w:rsidR="00113DFC" w:rsidRPr="000052D8" w:rsidRDefault="00113DFC" w:rsidP="004D7F31"/>
        </w:tc>
        <w:tc>
          <w:tcPr>
            <w:tcW w:w="5670" w:type="dxa"/>
          </w:tcPr>
          <w:p w14:paraId="56FBE820" w14:textId="77777777" w:rsidR="00113DFC" w:rsidRPr="000052D8" w:rsidRDefault="00113DFC" w:rsidP="004D7F3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113DFC" w:rsidRPr="000052D8" w14:paraId="084ED548" w14:textId="77777777" w:rsidTr="00113DFC">
        <w:trPr>
          <w:trHeight w:val="490"/>
        </w:trPr>
        <w:tc>
          <w:tcPr>
            <w:tcW w:w="627" w:type="dxa"/>
            <w:vMerge/>
          </w:tcPr>
          <w:p w14:paraId="74B21A36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6FA47523" w14:textId="77777777" w:rsidR="00113DFC" w:rsidRPr="000052D8" w:rsidRDefault="00113DFC" w:rsidP="004D7F3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132EB2BC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</w:tcPr>
          <w:p w14:paraId="018B82E2" w14:textId="77777777" w:rsidR="00113DFC" w:rsidRPr="000052D8" w:rsidRDefault="00113DFC" w:rsidP="004D7F31"/>
        </w:tc>
        <w:tc>
          <w:tcPr>
            <w:tcW w:w="5670" w:type="dxa"/>
          </w:tcPr>
          <w:p w14:paraId="6028CE7F" w14:textId="77777777" w:rsidR="00113DFC" w:rsidRPr="000052D8" w:rsidRDefault="00113DFC" w:rsidP="004D7F3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113DFC" w:rsidRPr="000052D8" w14:paraId="10201BB8" w14:textId="77777777" w:rsidTr="00113DFC">
        <w:trPr>
          <w:trHeight w:val="422"/>
        </w:trPr>
        <w:tc>
          <w:tcPr>
            <w:tcW w:w="627" w:type="dxa"/>
            <w:vMerge/>
          </w:tcPr>
          <w:p w14:paraId="5358D99C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12A12731" w14:textId="77777777" w:rsidR="00113DFC" w:rsidRPr="000052D8" w:rsidRDefault="00113DFC" w:rsidP="004D7F3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4B693D65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  <w:tcBorders>
              <w:bottom w:val="single" w:sz="4" w:space="0" w:color="auto"/>
            </w:tcBorders>
          </w:tcPr>
          <w:p w14:paraId="1F65272E" w14:textId="77777777" w:rsidR="00113DFC" w:rsidRPr="000052D8" w:rsidRDefault="00113DFC" w:rsidP="004D7F31"/>
        </w:tc>
        <w:tc>
          <w:tcPr>
            <w:tcW w:w="5670" w:type="dxa"/>
            <w:tcBorders>
              <w:bottom w:val="single" w:sz="4" w:space="0" w:color="auto"/>
            </w:tcBorders>
          </w:tcPr>
          <w:p w14:paraId="069CE13D" w14:textId="77777777" w:rsidR="00113DFC" w:rsidRPr="000052D8" w:rsidRDefault="00113DFC" w:rsidP="004D7F3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  <w:tr w:rsidR="00113DFC" w:rsidRPr="000052D8" w14:paraId="2235BDF5" w14:textId="77777777" w:rsidTr="00113DFC">
        <w:trPr>
          <w:trHeight w:val="526"/>
        </w:trPr>
        <w:tc>
          <w:tcPr>
            <w:tcW w:w="627" w:type="dxa"/>
            <w:vMerge/>
          </w:tcPr>
          <w:p w14:paraId="3AD42CD9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2098" w:type="dxa"/>
            <w:vMerge/>
          </w:tcPr>
          <w:p w14:paraId="78C953D9" w14:textId="77777777" w:rsidR="00113DFC" w:rsidRPr="000052D8" w:rsidRDefault="00113DFC" w:rsidP="004D7F31">
            <w:pPr>
              <w:spacing w:before="120"/>
              <w:jc w:val="both"/>
              <w:rPr>
                <w:rFonts w:ascii="Arial" w:hAnsi="Arial"/>
                <w:highlight w:val="lightGray"/>
              </w:rPr>
            </w:pPr>
          </w:p>
        </w:tc>
        <w:tc>
          <w:tcPr>
            <w:tcW w:w="1027" w:type="dxa"/>
            <w:vMerge/>
          </w:tcPr>
          <w:p w14:paraId="5EA2B5EC" w14:textId="77777777" w:rsidR="00113DFC" w:rsidRPr="000052D8" w:rsidRDefault="00113DFC" w:rsidP="004D7F31">
            <w:pPr>
              <w:pStyle w:val="Subtitle"/>
              <w:spacing w:before="120"/>
              <w:rPr>
                <w:rFonts w:ascii="Arial" w:hAnsi="Arial"/>
                <w:b w:val="0"/>
              </w:rPr>
            </w:pPr>
          </w:p>
        </w:tc>
        <w:tc>
          <w:tcPr>
            <w:tcW w:w="4485" w:type="dxa"/>
          </w:tcPr>
          <w:p w14:paraId="232A15F3" w14:textId="77777777" w:rsidR="00113DFC" w:rsidRPr="000052D8" w:rsidRDefault="00113DFC" w:rsidP="004D7F31"/>
        </w:tc>
        <w:tc>
          <w:tcPr>
            <w:tcW w:w="5670" w:type="dxa"/>
          </w:tcPr>
          <w:p w14:paraId="2098BE61" w14:textId="77777777" w:rsidR="00113DFC" w:rsidRPr="000052D8" w:rsidRDefault="00113DFC" w:rsidP="004D7F31">
            <w:pPr>
              <w:pStyle w:val="Subtitle"/>
              <w:spacing w:before="120"/>
              <w:jc w:val="both"/>
              <w:rPr>
                <w:rFonts w:ascii="Arial" w:hAnsi="Arial"/>
                <w:b w:val="0"/>
              </w:rPr>
            </w:pPr>
          </w:p>
        </w:tc>
      </w:tr>
    </w:tbl>
    <w:p w14:paraId="02C52C5C" w14:textId="77777777" w:rsidR="00AF686C" w:rsidRDefault="00AF686C" w:rsidP="00FB69D0">
      <w:pPr>
        <w:tabs>
          <w:tab w:val="left" w:pos="1985"/>
        </w:tabs>
        <w:spacing w:line="360" w:lineRule="auto"/>
        <w:jc w:val="both"/>
      </w:pPr>
    </w:p>
    <w:p w14:paraId="61437C6B" w14:textId="77777777" w:rsidR="00AF686C" w:rsidRDefault="00AF686C" w:rsidP="00FB69D0">
      <w:pPr>
        <w:tabs>
          <w:tab w:val="left" w:pos="1985"/>
        </w:tabs>
        <w:spacing w:line="360" w:lineRule="auto"/>
        <w:jc w:val="both"/>
      </w:pPr>
    </w:p>
    <w:p w14:paraId="7508FB26" w14:textId="77777777" w:rsidR="00C50EBD" w:rsidRDefault="00C50EBD" w:rsidP="00FB69D0">
      <w:pPr>
        <w:tabs>
          <w:tab w:val="left" w:pos="1985"/>
        </w:tabs>
        <w:spacing w:line="360" w:lineRule="auto"/>
        <w:jc w:val="both"/>
      </w:pPr>
    </w:p>
    <w:p w14:paraId="43C9F331" w14:textId="2288C9D8" w:rsidR="0043088B" w:rsidRDefault="0043088B" w:rsidP="00FB69D0">
      <w:pPr>
        <w:tabs>
          <w:tab w:val="left" w:pos="1985"/>
        </w:tabs>
        <w:spacing w:line="360" w:lineRule="auto"/>
        <w:jc w:val="both"/>
      </w:pPr>
    </w:p>
    <w:p w14:paraId="0F79D3D4" w14:textId="4FC032AC" w:rsidR="005B5E07" w:rsidRDefault="005B5E07" w:rsidP="00FB69D0">
      <w:pPr>
        <w:tabs>
          <w:tab w:val="left" w:pos="1985"/>
        </w:tabs>
        <w:spacing w:line="360" w:lineRule="auto"/>
        <w:jc w:val="both"/>
      </w:pPr>
    </w:p>
    <w:tbl>
      <w:tblPr>
        <w:tblW w:w="138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58"/>
        <w:gridCol w:w="4638"/>
        <w:gridCol w:w="1134"/>
        <w:gridCol w:w="1701"/>
        <w:gridCol w:w="3543"/>
      </w:tblGrid>
      <w:tr w:rsidR="005B5E07" w:rsidRPr="00DC739D" w14:paraId="77B94BE5" w14:textId="77777777" w:rsidTr="00BD192F">
        <w:trPr>
          <w:trHeight w:val="652"/>
        </w:trPr>
        <w:tc>
          <w:tcPr>
            <w:tcW w:w="2876" w:type="dxa"/>
            <w:gridSpan w:val="2"/>
            <w:shd w:val="clear" w:color="auto" w:fill="BFBFBF"/>
            <w:vAlign w:val="center"/>
          </w:tcPr>
          <w:p w14:paraId="44D5ED45" w14:textId="77777777" w:rsidR="005B5E07" w:rsidRDefault="005B5E07" w:rsidP="00BD192F">
            <w:pPr>
              <w:tabs>
                <w:tab w:val="left" w:pos="1985"/>
              </w:tabs>
            </w:pPr>
            <w:r w:rsidRPr="00DC739D">
              <w:rPr>
                <w:rFonts w:ascii="Arial" w:hAnsi="Arial" w:cs="Arial"/>
                <w:b/>
                <w:sz w:val="18"/>
                <w:szCs w:val="18"/>
              </w:rPr>
              <w:t>SIGNATURE: SMS MEMBER</w:t>
            </w:r>
          </w:p>
        </w:tc>
        <w:tc>
          <w:tcPr>
            <w:tcW w:w="4638" w:type="dxa"/>
            <w:shd w:val="clear" w:color="auto" w:fill="auto"/>
          </w:tcPr>
          <w:p w14:paraId="5DFC4389" w14:textId="77777777" w:rsidR="005B5E07" w:rsidRDefault="005B5E07" w:rsidP="00BD192F">
            <w:pPr>
              <w:tabs>
                <w:tab w:val="left" w:pos="1985"/>
              </w:tabs>
            </w:pPr>
          </w:p>
        </w:tc>
        <w:tc>
          <w:tcPr>
            <w:tcW w:w="2835" w:type="dxa"/>
            <w:gridSpan w:val="2"/>
            <w:shd w:val="clear" w:color="auto" w:fill="BFBFBF"/>
            <w:vAlign w:val="center"/>
          </w:tcPr>
          <w:p w14:paraId="31B7C5F2" w14:textId="77777777" w:rsidR="005B5E07" w:rsidRDefault="005B5E07" w:rsidP="00BD192F">
            <w:pPr>
              <w:tabs>
                <w:tab w:val="left" w:pos="1985"/>
              </w:tabs>
            </w:pPr>
            <w:r w:rsidRPr="00DC739D">
              <w:rPr>
                <w:rFonts w:ascii="Arial" w:hAnsi="Arial" w:cs="Arial"/>
                <w:b/>
                <w:sz w:val="18"/>
                <w:szCs w:val="18"/>
              </w:rPr>
              <w:t>SIGNATURE: SUPERVISOR</w:t>
            </w:r>
          </w:p>
        </w:tc>
        <w:tc>
          <w:tcPr>
            <w:tcW w:w="3543" w:type="dxa"/>
            <w:shd w:val="clear" w:color="auto" w:fill="auto"/>
          </w:tcPr>
          <w:p w14:paraId="7231B352" w14:textId="77777777" w:rsidR="005B5E07" w:rsidRDefault="005B5E07" w:rsidP="00BD192F">
            <w:pPr>
              <w:tabs>
                <w:tab w:val="left" w:pos="1985"/>
              </w:tabs>
            </w:pPr>
          </w:p>
        </w:tc>
      </w:tr>
      <w:tr w:rsidR="005B5E07" w:rsidRPr="00DC739D" w14:paraId="24CDDA17" w14:textId="77777777" w:rsidTr="00BD192F">
        <w:trPr>
          <w:trHeight w:val="652"/>
        </w:trPr>
        <w:tc>
          <w:tcPr>
            <w:tcW w:w="1418" w:type="dxa"/>
            <w:shd w:val="clear" w:color="auto" w:fill="BFBFBF"/>
            <w:vAlign w:val="center"/>
          </w:tcPr>
          <w:p w14:paraId="1AA17AD1" w14:textId="77777777" w:rsidR="005B5E07" w:rsidRPr="00DC739D" w:rsidRDefault="005B5E07" w:rsidP="00BD192F">
            <w:pPr>
              <w:tabs>
                <w:tab w:val="left" w:pos="19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C739D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  <w:tc>
          <w:tcPr>
            <w:tcW w:w="6096" w:type="dxa"/>
            <w:gridSpan w:val="2"/>
            <w:shd w:val="clear" w:color="auto" w:fill="auto"/>
          </w:tcPr>
          <w:p w14:paraId="3FF169AF" w14:textId="77777777" w:rsidR="005B5E07" w:rsidRPr="00DC739D" w:rsidRDefault="005B5E07" w:rsidP="00BD192F">
            <w:pPr>
              <w:tabs>
                <w:tab w:val="left" w:pos="1985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BFBFBF"/>
            <w:vAlign w:val="center"/>
          </w:tcPr>
          <w:p w14:paraId="2B703C89" w14:textId="77777777" w:rsidR="005B5E07" w:rsidRPr="00DC739D" w:rsidRDefault="005B5E07" w:rsidP="00BD192F">
            <w:pPr>
              <w:tabs>
                <w:tab w:val="left" w:pos="19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C739D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  <w:tc>
          <w:tcPr>
            <w:tcW w:w="5244" w:type="dxa"/>
            <w:gridSpan w:val="2"/>
            <w:shd w:val="clear" w:color="auto" w:fill="auto"/>
          </w:tcPr>
          <w:p w14:paraId="0BCF2512" w14:textId="77777777" w:rsidR="005B5E07" w:rsidRPr="00DC739D" w:rsidRDefault="005B5E07" w:rsidP="00BD192F">
            <w:pPr>
              <w:tabs>
                <w:tab w:val="left" w:pos="1985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0FAAAAB" w14:textId="77777777" w:rsidR="006A7B30" w:rsidRDefault="006A7B30" w:rsidP="006A7B30">
      <w:pPr>
        <w:tabs>
          <w:tab w:val="left" w:pos="1985"/>
        </w:tabs>
        <w:spacing w:line="360" w:lineRule="auto"/>
        <w:jc w:val="both"/>
      </w:pPr>
    </w:p>
    <w:sectPr w:rsidR="006A7B30" w:rsidSect="00C50E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616" w:right="1134" w:bottom="270" w:left="1134" w:header="284" w:footer="10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CDF50" w14:textId="77777777" w:rsidR="00620CE0" w:rsidRDefault="00620CE0">
      <w:r>
        <w:separator/>
      </w:r>
    </w:p>
  </w:endnote>
  <w:endnote w:type="continuationSeparator" w:id="0">
    <w:p w14:paraId="61786F02" w14:textId="77777777" w:rsidR="00620CE0" w:rsidRDefault="0062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2117" w14:textId="77777777" w:rsidR="00101F2C" w:rsidRDefault="00101F2C" w:rsidP="00101F2C">
    <w:pPr>
      <w:tabs>
        <w:tab w:val="left" w:pos="1985"/>
      </w:tabs>
      <w:jc w:val="both"/>
    </w:pPr>
  </w:p>
  <w:p w14:paraId="14E71A98" w14:textId="77777777" w:rsidR="00101F2C" w:rsidRDefault="00101F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C154" w14:textId="45E259B2" w:rsidR="00C72A80" w:rsidRDefault="005B5E07" w:rsidP="00CA3A7D">
    <w:pPr>
      <w:tabs>
        <w:tab w:val="left" w:pos="1985"/>
      </w:tabs>
      <w:spacing w:line="360" w:lineRule="auto"/>
      <w:jc w:val="both"/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0C34BD" wp14:editId="45A5C82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530715" cy="7360920"/>
              <wp:effectExtent l="0" t="0" r="7620" b="762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530715" cy="736092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035046" id="Rectangle 3" o:spid="_x0000_s1026" style="position:absolute;margin-left:0;margin-top:0;width:750.45pt;height:579.6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1B0B74" w:rsidRPr="001B0B74">
      <w:rPr>
        <w:color w:val="4472C4"/>
      </w:rPr>
      <w:t xml:space="preserve"> </w:t>
    </w:r>
    <w:r w:rsidR="001B0B74" w:rsidRPr="001B0B74">
      <w:rPr>
        <w:rFonts w:ascii="Calibri Light" w:hAnsi="Calibri Light"/>
        <w:color w:val="4472C4"/>
      </w:rPr>
      <w:t xml:space="preserve">pg. </w:t>
    </w:r>
    <w:r w:rsidR="001B0B74" w:rsidRPr="001B0B74">
      <w:rPr>
        <w:rFonts w:ascii="Calibri" w:hAnsi="Calibri"/>
        <w:color w:val="4472C4"/>
      </w:rPr>
      <w:fldChar w:fldCharType="begin"/>
    </w:r>
    <w:r w:rsidR="001B0B74" w:rsidRPr="001B0B74">
      <w:rPr>
        <w:color w:val="4472C4"/>
      </w:rPr>
      <w:instrText xml:space="preserve"> PAGE    \* MERGEFORMAT </w:instrText>
    </w:r>
    <w:r w:rsidR="001B0B74" w:rsidRPr="001B0B74">
      <w:rPr>
        <w:rFonts w:ascii="Calibri" w:hAnsi="Calibri"/>
        <w:color w:val="4472C4"/>
      </w:rPr>
      <w:fldChar w:fldCharType="separate"/>
    </w:r>
    <w:r w:rsidR="00113DFC" w:rsidRPr="00113DFC">
      <w:rPr>
        <w:rFonts w:ascii="Calibri Light" w:hAnsi="Calibri Light"/>
        <w:noProof/>
        <w:color w:val="4472C4"/>
      </w:rPr>
      <w:t>2</w:t>
    </w:r>
    <w:r w:rsidR="001B0B74" w:rsidRPr="001B0B74">
      <w:rPr>
        <w:rFonts w:ascii="Calibri Light" w:hAnsi="Calibri Light"/>
        <w:noProof/>
        <w:color w:val="4472C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18"/>
      <w:gridCol w:w="1458"/>
      <w:gridCol w:w="4638"/>
      <w:gridCol w:w="1134"/>
      <w:gridCol w:w="1701"/>
      <w:gridCol w:w="3543"/>
    </w:tblGrid>
    <w:tr w:rsidR="002D0B81" w:rsidRPr="00DC739D" w14:paraId="4A4C7F7B" w14:textId="77777777" w:rsidTr="00535CD5">
      <w:trPr>
        <w:trHeight w:val="652"/>
      </w:trPr>
      <w:tc>
        <w:tcPr>
          <w:tcW w:w="2876" w:type="dxa"/>
          <w:gridSpan w:val="2"/>
          <w:shd w:val="clear" w:color="auto" w:fill="BFBFBF"/>
          <w:vAlign w:val="center"/>
        </w:tcPr>
        <w:p w14:paraId="3DD56B5E" w14:textId="77777777" w:rsidR="00C50EBD" w:rsidRDefault="00C50EBD" w:rsidP="00DC739D">
          <w:pPr>
            <w:tabs>
              <w:tab w:val="left" w:pos="1985"/>
            </w:tabs>
          </w:pPr>
          <w:r w:rsidRPr="00DC739D">
            <w:rPr>
              <w:rFonts w:ascii="Arial" w:hAnsi="Arial" w:cs="Arial"/>
              <w:b/>
              <w:sz w:val="18"/>
              <w:szCs w:val="18"/>
            </w:rPr>
            <w:t>SIGNATURE: SMS MEMBER</w:t>
          </w:r>
        </w:p>
      </w:tc>
      <w:tc>
        <w:tcPr>
          <w:tcW w:w="4638" w:type="dxa"/>
          <w:shd w:val="clear" w:color="auto" w:fill="auto"/>
        </w:tcPr>
        <w:p w14:paraId="3F84B7AF" w14:textId="77777777" w:rsidR="00C50EBD" w:rsidRDefault="00C50EBD" w:rsidP="00DC739D">
          <w:pPr>
            <w:tabs>
              <w:tab w:val="left" w:pos="1985"/>
            </w:tabs>
          </w:pPr>
        </w:p>
      </w:tc>
      <w:tc>
        <w:tcPr>
          <w:tcW w:w="2835" w:type="dxa"/>
          <w:gridSpan w:val="2"/>
          <w:shd w:val="clear" w:color="auto" w:fill="BFBFBF"/>
          <w:vAlign w:val="center"/>
        </w:tcPr>
        <w:p w14:paraId="618799CD" w14:textId="77777777" w:rsidR="00C50EBD" w:rsidRDefault="00C50EBD" w:rsidP="00DC739D">
          <w:pPr>
            <w:tabs>
              <w:tab w:val="left" w:pos="1985"/>
            </w:tabs>
          </w:pPr>
          <w:r w:rsidRPr="00DC739D">
            <w:rPr>
              <w:rFonts w:ascii="Arial" w:hAnsi="Arial" w:cs="Arial"/>
              <w:b/>
              <w:sz w:val="18"/>
              <w:szCs w:val="18"/>
            </w:rPr>
            <w:t>SIGNATURE: SUPERVISOR</w:t>
          </w:r>
        </w:p>
      </w:tc>
      <w:tc>
        <w:tcPr>
          <w:tcW w:w="3543" w:type="dxa"/>
          <w:shd w:val="clear" w:color="auto" w:fill="auto"/>
        </w:tcPr>
        <w:p w14:paraId="2A243686" w14:textId="77777777" w:rsidR="00C50EBD" w:rsidRDefault="00C50EBD" w:rsidP="00DC739D">
          <w:pPr>
            <w:tabs>
              <w:tab w:val="left" w:pos="1985"/>
            </w:tabs>
          </w:pPr>
        </w:p>
      </w:tc>
    </w:tr>
    <w:tr w:rsidR="002D0B81" w:rsidRPr="00DC739D" w14:paraId="5D96A84D" w14:textId="77777777" w:rsidTr="00535CD5">
      <w:trPr>
        <w:trHeight w:val="652"/>
      </w:trPr>
      <w:tc>
        <w:tcPr>
          <w:tcW w:w="1418" w:type="dxa"/>
          <w:shd w:val="clear" w:color="auto" w:fill="BFBFBF"/>
          <w:vAlign w:val="center"/>
        </w:tcPr>
        <w:p w14:paraId="73C3727D" w14:textId="77777777" w:rsidR="00C50EBD" w:rsidRPr="00DC739D" w:rsidRDefault="00C50EBD" w:rsidP="00DC739D">
          <w:pPr>
            <w:tabs>
              <w:tab w:val="left" w:pos="1985"/>
            </w:tabs>
            <w:rPr>
              <w:rFonts w:ascii="Arial" w:hAnsi="Arial" w:cs="Arial"/>
              <w:b/>
              <w:sz w:val="18"/>
              <w:szCs w:val="18"/>
            </w:rPr>
          </w:pPr>
          <w:r w:rsidRPr="00DC739D">
            <w:rPr>
              <w:rFonts w:ascii="Arial" w:hAnsi="Arial" w:cs="Arial"/>
              <w:b/>
              <w:sz w:val="18"/>
              <w:szCs w:val="18"/>
            </w:rPr>
            <w:t>DATE:</w:t>
          </w:r>
        </w:p>
      </w:tc>
      <w:tc>
        <w:tcPr>
          <w:tcW w:w="6096" w:type="dxa"/>
          <w:gridSpan w:val="2"/>
          <w:shd w:val="clear" w:color="auto" w:fill="auto"/>
        </w:tcPr>
        <w:p w14:paraId="2C0C1953" w14:textId="77777777" w:rsidR="00C50EBD" w:rsidRPr="00DC739D" w:rsidRDefault="00C50EBD" w:rsidP="00DC739D">
          <w:pPr>
            <w:tabs>
              <w:tab w:val="left" w:pos="1985"/>
            </w:tabs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134" w:type="dxa"/>
          <w:shd w:val="clear" w:color="auto" w:fill="BFBFBF"/>
          <w:vAlign w:val="center"/>
        </w:tcPr>
        <w:p w14:paraId="67345EFD" w14:textId="77777777" w:rsidR="00C50EBD" w:rsidRPr="00DC739D" w:rsidRDefault="00C50EBD" w:rsidP="00DC739D">
          <w:pPr>
            <w:tabs>
              <w:tab w:val="left" w:pos="1985"/>
            </w:tabs>
            <w:rPr>
              <w:rFonts w:ascii="Arial" w:hAnsi="Arial" w:cs="Arial"/>
              <w:b/>
              <w:sz w:val="18"/>
              <w:szCs w:val="18"/>
            </w:rPr>
          </w:pPr>
          <w:r w:rsidRPr="00DC739D">
            <w:rPr>
              <w:rFonts w:ascii="Arial" w:hAnsi="Arial" w:cs="Arial"/>
              <w:b/>
              <w:sz w:val="18"/>
              <w:szCs w:val="18"/>
            </w:rPr>
            <w:t>DATE:</w:t>
          </w:r>
        </w:p>
      </w:tc>
      <w:tc>
        <w:tcPr>
          <w:tcW w:w="5244" w:type="dxa"/>
          <w:gridSpan w:val="2"/>
          <w:shd w:val="clear" w:color="auto" w:fill="auto"/>
        </w:tcPr>
        <w:p w14:paraId="5F2D07F2" w14:textId="77777777" w:rsidR="00C50EBD" w:rsidRPr="00DC739D" w:rsidRDefault="00C50EBD" w:rsidP="00DC739D">
          <w:pPr>
            <w:tabs>
              <w:tab w:val="left" w:pos="1985"/>
            </w:tabs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77C3868F" w14:textId="77777777" w:rsidR="00C50EBD" w:rsidRDefault="00C50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6C38" w14:textId="77777777" w:rsidR="00620CE0" w:rsidRDefault="00620CE0">
      <w:r>
        <w:separator/>
      </w:r>
    </w:p>
  </w:footnote>
  <w:footnote w:type="continuationSeparator" w:id="0">
    <w:p w14:paraId="37C41093" w14:textId="77777777" w:rsidR="00620CE0" w:rsidRDefault="00620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FA2AE" w14:textId="77777777" w:rsidR="00AC4414" w:rsidRDefault="00AC44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B946" w14:textId="77777777" w:rsidR="00535CD5" w:rsidRDefault="00535CD5">
    <w:pPr>
      <w:pStyle w:val="Header"/>
    </w:pPr>
  </w:p>
  <w:p w14:paraId="5B97B34E" w14:textId="2C7AD8FE" w:rsidR="00DC739D" w:rsidRDefault="005B5E07" w:rsidP="00535CD5">
    <w:pPr>
      <w:pStyle w:val="Header"/>
      <w:jc w:val="center"/>
    </w:pPr>
    <w:r w:rsidRPr="00657CF7">
      <w:rPr>
        <w:noProof/>
        <w:lang w:val="en-ZA" w:eastAsia="en-ZA"/>
      </w:rPr>
      <w:drawing>
        <wp:inline distT="0" distB="0" distL="0" distR="0" wp14:anchorId="6FAF31D9" wp14:editId="7BFCCE14">
          <wp:extent cx="3228975" cy="809625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89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9C6C0" w14:textId="77777777" w:rsidR="00535CD5" w:rsidRDefault="00535CD5">
    <w:pPr>
      <w:pStyle w:val="Header"/>
    </w:pPr>
  </w:p>
  <w:p w14:paraId="559A832C" w14:textId="77777777" w:rsidR="00535CD5" w:rsidRDefault="00535CD5">
    <w:pPr>
      <w:pStyle w:val="Header"/>
    </w:pPr>
  </w:p>
  <w:p w14:paraId="23A71D81" w14:textId="1029E48D" w:rsidR="00535CD5" w:rsidRDefault="005B5E07" w:rsidP="00535CD5">
    <w:pPr>
      <w:pStyle w:val="Header"/>
      <w:jc w:val="center"/>
    </w:pPr>
    <w:r w:rsidRPr="00657CF7">
      <w:rPr>
        <w:noProof/>
        <w:lang w:val="en-ZA" w:eastAsia="en-ZA"/>
      </w:rPr>
      <w:drawing>
        <wp:inline distT="0" distB="0" distL="0" distR="0" wp14:anchorId="2F183E54" wp14:editId="08286150">
          <wp:extent cx="3228975" cy="8096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89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DDE"/>
    <w:multiLevelType w:val="hybridMultilevel"/>
    <w:tmpl w:val="6D5E519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75190"/>
    <w:multiLevelType w:val="hybridMultilevel"/>
    <w:tmpl w:val="6E564D9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7E452E"/>
    <w:multiLevelType w:val="hybridMultilevel"/>
    <w:tmpl w:val="696E242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F80E98"/>
    <w:multiLevelType w:val="hybridMultilevel"/>
    <w:tmpl w:val="5CB61C4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FD447C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EF0B51"/>
    <w:multiLevelType w:val="hybridMultilevel"/>
    <w:tmpl w:val="FF6456DE"/>
    <w:lvl w:ilvl="0" w:tplc="EFD447C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C0BA5"/>
    <w:multiLevelType w:val="hybridMultilevel"/>
    <w:tmpl w:val="57189B5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ED3522"/>
    <w:multiLevelType w:val="hybridMultilevel"/>
    <w:tmpl w:val="4A0C2D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0C71BD"/>
    <w:multiLevelType w:val="hybridMultilevel"/>
    <w:tmpl w:val="9AF2E120"/>
    <w:lvl w:ilvl="0" w:tplc="071C31C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BF77F1"/>
    <w:multiLevelType w:val="hybridMultilevel"/>
    <w:tmpl w:val="60504E28"/>
    <w:lvl w:ilvl="0" w:tplc="EFD447C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66074"/>
    <w:multiLevelType w:val="hybridMultilevel"/>
    <w:tmpl w:val="6E3C7F7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B1B4A03"/>
    <w:multiLevelType w:val="hybridMultilevel"/>
    <w:tmpl w:val="3ABEF20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5A3FCA"/>
    <w:multiLevelType w:val="hybridMultilevel"/>
    <w:tmpl w:val="D65E7B48"/>
    <w:lvl w:ilvl="0" w:tplc="0696EC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85538133">
    <w:abstractNumId w:val="9"/>
  </w:num>
  <w:num w:numId="2" w16cid:durableId="184830981">
    <w:abstractNumId w:val="2"/>
  </w:num>
  <w:num w:numId="3" w16cid:durableId="2064597469">
    <w:abstractNumId w:val="3"/>
  </w:num>
  <w:num w:numId="4" w16cid:durableId="1300496699">
    <w:abstractNumId w:val="0"/>
  </w:num>
  <w:num w:numId="5" w16cid:durableId="1075664599">
    <w:abstractNumId w:val="5"/>
  </w:num>
  <w:num w:numId="6" w16cid:durableId="470907351">
    <w:abstractNumId w:val="10"/>
  </w:num>
  <w:num w:numId="7" w16cid:durableId="1330985188">
    <w:abstractNumId w:val="6"/>
  </w:num>
  <w:num w:numId="8" w16cid:durableId="5343898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469283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737098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23349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000180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27857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6499707">
    <w:abstractNumId w:val="11"/>
  </w:num>
  <w:num w:numId="15" w16cid:durableId="471750941">
    <w:abstractNumId w:val="4"/>
  </w:num>
  <w:num w:numId="16" w16cid:durableId="98443389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E9E"/>
    <w:rsid w:val="00002464"/>
    <w:rsid w:val="000052D8"/>
    <w:rsid w:val="00011EEA"/>
    <w:rsid w:val="0001216D"/>
    <w:rsid w:val="00020733"/>
    <w:rsid w:val="00042A05"/>
    <w:rsid w:val="000850B9"/>
    <w:rsid w:val="000A35D1"/>
    <w:rsid w:val="000C0775"/>
    <w:rsid w:val="000C3192"/>
    <w:rsid w:val="000C6072"/>
    <w:rsid w:val="000D79FF"/>
    <w:rsid w:val="000D7A85"/>
    <w:rsid w:val="000D7ECE"/>
    <w:rsid w:val="000F0315"/>
    <w:rsid w:val="00101F2C"/>
    <w:rsid w:val="00113DFC"/>
    <w:rsid w:val="00126470"/>
    <w:rsid w:val="001329C1"/>
    <w:rsid w:val="0014450B"/>
    <w:rsid w:val="00146B69"/>
    <w:rsid w:val="00150FDC"/>
    <w:rsid w:val="001543D4"/>
    <w:rsid w:val="001610CD"/>
    <w:rsid w:val="0016430E"/>
    <w:rsid w:val="00171F50"/>
    <w:rsid w:val="001739E4"/>
    <w:rsid w:val="00183BCB"/>
    <w:rsid w:val="00187D59"/>
    <w:rsid w:val="001A39C2"/>
    <w:rsid w:val="001A41D8"/>
    <w:rsid w:val="001A5D1A"/>
    <w:rsid w:val="001A6439"/>
    <w:rsid w:val="001B0B74"/>
    <w:rsid w:val="001B2F2B"/>
    <w:rsid w:val="001B433F"/>
    <w:rsid w:val="001C6D48"/>
    <w:rsid w:val="001D4983"/>
    <w:rsid w:val="001E31F0"/>
    <w:rsid w:val="001F7A54"/>
    <w:rsid w:val="00202B31"/>
    <w:rsid w:val="00236816"/>
    <w:rsid w:val="00245E00"/>
    <w:rsid w:val="00253E73"/>
    <w:rsid w:val="0028151E"/>
    <w:rsid w:val="0028211B"/>
    <w:rsid w:val="0029768D"/>
    <w:rsid w:val="002C07F5"/>
    <w:rsid w:val="002D0B81"/>
    <w:rsid w:val="002E6CCA"/>
    <w:rsid w:val="002F7054"/>
    <w:rsid w:val="00302635"/>
    <w:rsid w:val="003056A7"/>
    <w:rsid w:val="00317AAC"/>
    <w:rsid w:val="00335A5B"/>
    <w:rsid w:val="00345E52"/>
    <w:rsid w:val="003561DE"/>
    <w:rsid w:val="00361F0F"/>
    <w:rsid w:val="003670D9"/>
    <w:rsid w:val="003A4688"/>
    <w:rsid w:val="003C4082"/>
    <w:rsid w:val="003D4EC8"/>
    <w:rsid w:val="003D58E9"/>
    <w:rsid w:val="003E5A46"/>
    <w:rsid w:val="00402D53"/>
    <w:rsid w:val="00404763"/>
    <w:rsid w:val="00407274"/>
    <w:rsid w:val="00413B2C"/>
    <w:rsid w:val="00423B8A"/>
    <w:rsid w:val="00430162"/>
    <w:rsid w:val="0043088B"/>
    <w:rsid w:val="00431DD1"/>
    <w:rsid w:val="00442706"/>
    <w:rsid w:val="00453BEF"/>
    <w:rsid w:val="004661FF"/>
    <w:rsid w:val="00483481"/>
    <w:rsid w:val="00485C64"/>
    <w:rsid w:val="004A65B0"/>
    <w:rsid w:val="004B1DD6"/>
    <w:rsid w:val="004B6960"/>
    <w:rsid w:val="004C49E5"/>
    <w:rsid w:val="004D7F31"/>
    <w:rsid w:val="004E15E5"/>
    <w:rsid w:val="004E6926"/>
    <w:rsid w:val="00500034"/>
    <w:rsid w:val="0050596C"/>
    <w:rsid w:val="00532864"/>
    <w:rsid w:val="00535CD5"/>
    <w:rsid w:val="00557ED5"/>
    <w:rsid w:val="00594FF1"/>
    <w:rsid w:val="005A7540"/>
    <w:rsid w:val="005B3E12"/>
    <w:rsid w:val="005B5E07"/>
    <w:rsid w:val="005C1CB7"/>
    <w:rsid w:val="005C7C0B"/>
    <w:rsid w:val="005D272D"/>
    <w:rsid w:val="005D5704"/>
    <w:rsid w:val="005E2C1F"/>
    <w:rsid w:val="005E589A"/>
    <w:rsid w:val="0060082F"/>
    <w:rsid w:val="00620CE0"/>
    <w:rsid w:val="00622740"/>
    <w:rsid w:val="00640C1D"/>
    <w:rsid w:val="00647B7C"/>
    <w:rsid w:val="006532BE"/>
    <w:rsid w:val="0065647A"/>
    <w:rsid w:val="00672E48"/>
    <w:rsid w:val="00673D32"/>
    <w:rsid w:val="00682D9B"/>
    <w:rsid w:val="006A05ED"/>
    <w:rsid w:val="006A7B30"/>
    <w:rsid w:val="006B52E4"/>
    <w:rsid w:val="006D689C"/>
    <w:rsid w:val="006E2B7D"/>
    <w:rsid w:val="006E38DC"/>
    <w:rsid w:val="006F1FAE"/>
    <w:rsid w:val="0070371D"/>
    <w:rsid w:val="00725DDE"/>
    <w:rsid w:val="00736497"/>
    <w:rsid w:val="00742A09"/>
    <w:rsid w:val="007467A4"/>
    <w:rsid w:val="0075499F"/>
    <w:rsid w:val="00777CFA"/>
    <w:rsid w:val="007854AA"/>
    <w:rsid w:val="0079330D"/>
    <w:rsid w:val="00795E8E"/>
    <w:rsid w:val="007B0D9B"/>
    <w:rsid w:val="007D0D5F"/>
    <w:rsid w:val="007E3116"/>
    <w:rsid w:val="007F30E0"/>
    <w:rsid w:val="00800949"/>
    <w:rsid w:val="00805DD7"/>
    <w:rsid w:val="008206DB"/>
    <w:rsid w:val="00821460"/>
    <w:rsid w:val="00835E6B"/>
    <w:rsid w:val="00841472"/>
    <w:rsid w:val="00842555"/>
    <w:rsid w:val="008434F6"/>
    <w:rsid w:val="00855560"/>
    <w:rsid w:val="00856531"/>
    <w:rsid w:val="00857E9E"/>
    <w:rsid w:val="008641CE"/>
    <w:rsid w:val="00897E6A"/>
    <w:rsid w:val="008B0FFE"/>
    <w:rsid w:val="008B29BF"/>
    <w:rsid w:val="008C5EB4"/>
    <w:rsid w:val="008D3132"/>
    <w:rsid w:val="008D4DE3"/>
    <w:rsid w:val="008D7E78"/>
    <w:rsid w:val="008F6783"/>
    <w:rsid w:val="009101A3"/>
    <w:rsid w:val="00921D68"/>
    <w:rsid w:val="009332A2"/>
    <w:rsid w:val="009458FF"/>
    <w:rsid w:val="00950794"/>
    <w:rsid w:val="0096132C"/>
    <w:rsid w:val="00962D01"/>
    <w:rsid w:val="00967339"/>
    <w:rsid w:val="009714AA"/>
    <w:rsid w:val="00977079"/>
    <w:rsid w:val="00983DB9"/>
    <w:rsid w:val="009851A4"/>
    <w:rsid w:val="00985306"/>
    <w:rsid w:val="00990685"/>
    <w:rsid w:val="00992182"/>
    <w:rsid w:val="009A1725"/>
    <w:rsid w:val="009A190C"/>
    <w:rsid w:val="009B203A"/>
    <w:rsid w:val="009B55AB"/>
    <w:rsid w:val="009C517C"/>
    <w:rsid w:val="009D3E84"/>
    <w:rsid w:val="009D54D5"/>
    <w:rsid w:val="009E3885"/>
    <w:rsid w:val="009E7020"/>
    <w:rsid w:val="00A0289C"/>
    <w:rsid w:val="00A0588A"/>
    <w:rsid w:val="00A07A62"/>
    <w:rsid w:val="00A1226B"/>
    <w:rsid w:val="00A22AFF"/>
    <w:rsid w:val="00A37488"/>
    <w:rsid w:val="00A5078B"/>
    <w:rsid w:val="00A51915"/>
    <w:rsid w:val="00A57CD2"/>
    <w:rsid w:val="00A61E10"/>
    <w:rsid w:val="00A75B31"/>
    <w:rsid w:val="00A8318D"/>
    <w:rsid w:val="00A93D8A"/>
    <w:rsid w:val="00AA1D5C"/>
    <w:rsid w:val="00AC4414"/>
    <w:rsid w:val="00AC6BE0"/>
    <w:rsid w:val="00AD58EB"/>
    <w:rsid w:val="00AD6D65"/>
    <w:rsid w:val="00AE3ABD"/>
    <w:rsid w:val="00AF5120"/>
    <w:rsid w:val="00AF686C"/>
    <w:rsid w:val="00B00694"/>
    <w:rsid w:val="00B172C6"/>
    <w:rsid w:val="00B22EBD"/>
    <w:rsid w:val="00B24C88"/>
    <w:rsid w:val="00B56C3E"/>
    <w:rsid w:val="00B667A7"/>
    <w:rsid w:val="00B76287"/>
    <w:rsid w:val="00B80B27"/>
    <w:rsid w:val="00B85FB1"/>
    <w:rsid w:val="00B91DE0"/>
    <w:rsid w:val="00BB0191"/>
    <w:rsid w:val="00BB271A"/>
    <w:rsid w:val="00BC3D8E"/>
    <w:rsid w:val="00BC5CBE"/>
    <w:rsid w:val="00BC6B0B"/>
    <w:rsid w:val="00BD1874"/>
    <w:rsid w:val="00BF2A6B"/>
    <w:rsid w:val="00BF5B11"/>
    <w:rsid w:val="00BF6749"/>
    <w:rsid w:val="00C01B9B"/>
    <w:rsid w:val="00C1071E"/>
    <w:rsid w:val="00C14042"/>
    <w:rsid w:val="00C1410D"/>
    <w:rsid w:val="00C14AD2"/>
    <w:rsid w:val="00C175F4"/>
    <w:rsid w:val="00C43C6D"/>
    <w:rsid w:val="00C50EBD"/>
    <w:rsid w:val="00C542EA"/>
    <w:rsid w:val="00C555F0"/>
    <w:rsid w:val="00C708F1"/>
    <w:rsid w:val="00C72A80"/>
    <w:rsid w:val="00C77C74"/>
    <w:rsid w:val="00CA36E6"/>
    <w:rsid w:val="00CA3A7D"/>
    <w:rsid w:val="00CA7E84"/>
    <w:rsid w:val="00CB5C88"/>
    <w:rsid w:val="00CC4887"/>
    <w:rsid w:val="00CC5FB3"/>
    <w:rsid w:val="00CD41A0"/>
    <w:rsid w:val="00CD49FE"/>
    <w:rsid w:val="00CD5E9F"/>
    <w:rsid w:val="00CE4745"/>
    <w:rsid w:val="00D35B60"/>
    <w:rsid w:val="00D424E8"/>
    <w:rsid w:val="00D463F5"/>
    <w:rsid w:val="00D612A1"/>
    <w:rsid w:val="00D7119C"/>
    <w:rsid w:val="00D73360"/>
    <w:rsid w:val="00D938AF"/>
    <w:rsid w:val="00D95321"/>
    <w:rsid w:val="00DB1488"/>
    <w:rsid w:val="00DB1F98"/>
    <w:rsid w:val="00DB54B5"/>
    <w:rsid w:val="00DC1B06"/>
    <w:rsid w:val="00DC2EC9"/>
    <w:rsid w:val="00DC739D"/>
    <w:rsid w:val="00DD65EC"/>
    <w:rsid w:val="00DE182A"/>
    <w:rsid w:val="00DE452A"/>
    <w:rsid w:val="00E455C4"/>
    <w:rsid w:val="00E609F8"/>
    <w:rsid w:val="00E80511"/>
    <w:rsid w:val="00E94B6D"/>
    <w:rsid w:val="00EA5B48"/>
    <w:rsid w:val="00EB3B5C"/>
    <w:rsid w:val="00EC27E5"/>
    <w:rsid w:val="00EC5054"/>
    <w:rsid w:val="00ED4DC8"/>
    <w:rsid w:val="00F10D47"/>
    <w:rsid w:val="00F1136C"/>
    <w:rsid w:val="00F47930"/>
    <w:rsid w:val="00F52666"/>
    <w:rsid w:val="00F766B0"/>
    <w:rsid w:val="00F7733F"/>
    <w:rsid w:val="00F84B56"/>
    <w:rsid w:val="00F92D12"/>
    <w:rsid w:val="00F93E15"/>
    <w:rsid w:val="00FB27D4"/>
    <w:rsid w:val="00FB69D0"/>
    <w:rsid w:val="00FC144B"/>
    <w:rsid w:val="00FC7467"/>
    <w:rsid w:val="00FE7702"/>
    <w:rsid w:val="00FF0D6B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1C0E21C"/>
  <w15:chartTrackingRefBased/>
  <w15:docId w15:val="{AA583608-078B-41A0-945E-A740B022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3481"/>
    <w:rPr>
      <w:lang w:val="en-US" w:eastAsia="en-US"/>
    </w:rPr>
  </w:style>
  <w:style w:type="paragraph" w:styleId="Heading1">
    <w:name w:val="heading 1"/>
    <w:basedOn w:val="Normal"/>
    <w:next w:val="Normal"/>
    <w:qFormat/>
    <w:rsid w:val="007F30E0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7F30E0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413B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30E0"/>
    <w:pPr>
      <w:jc w:val="center"/>
    </w:pPr>
    <w:rPr>
      <w:b/>
      <w:sz w:val="18"/>
    </w:rPr>
  </w:style>
  <w:style w:type="paragraph" w:styleId="Subtitle">
    <w:name w:val="Subtitle"/>
    <w:basedOn w:val="Normal"/>
    <w:link w:val="SubtitleChar"/>
    <w:qFormat/>
    <w:rsid w:val="007F30E0"/>
    <w:pPr>
      <w:jc w:val="center"/>
    </w:pPr>
    <w:rPr>
      <w:b/>
    </w:rPr>
  </w:style>
  <w:style w:type="paragraph" w:styleId="Header">
    <w:name w:val="header"/>
    <w:basedOn w:val="Normal"/>
    <w:link w:val="HeaderChar"/>
    <w:uiPriority w:val="99"/>
    <w:rsid w:val="007F30E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30E0"/>
  </w:style>
  <w:style w:type="paragraph" w:styleId="BalloonText">
    <w:name w:val="Balloon Text"/>
    <w:basedOn w:val="Normal"/>
    <w:semiHidden/>
    <w:rsid w:val="00361F0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4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23B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B8A"/>
  </w:style>
  <w:style w:type="character" w:customStyle="1" w:styleId="SubtitleChar">
    <w:name w:val="Subtitle Char"/>
    <w:link w:val="Subtitle"/>
    <w:rsid w:val="005C7C0B"/>
    <w:rPr>
      <w:b/>
    </w:rPr>
  </w:style>
  <w:style w:type="character" w:customStyle="1" w:styleId="HeaderChar">
    <w:name w:val="Header Char"/>
    <w:link w:val="Header"/>
    <w:uiPriority w:val="99"/>
    <w:rsid w:val="006E38DC"/>
    <w:rPr>
      <w:lang w:val="en-US" w:eastAsia="en-US"/>
    </w:rPr>
  </w:style>
  <w:style w:type="character" w:styleId="CommentReference">
    <w:name w:val="annotation reference"/>
    <w:rsid w:val="00AF68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686C"/>
  </w:style>
  <w:style w:type="character" w:customStyle="1" w:styleId="CommentTextChar">
    <w:name w:val="Comment Text Char"/>
    <w:link w:val="CommentText"/>
    <w:rsid w:val="00AF686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F686C"/>
    <w:rPr>
      <w:b/>
      <w:bCs/>
    </w:rPr>
  </w:style>
  <w:style w:type="character" w:customStyle="1" w:styleId="CommentSubjectChar">
    <w:name w:val="Comment Subject Char"/>
    <w:link w:val="CommentSubject"/>
    <w:rsid w:val="00AF686C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PPMS\PPMSNEW\Annexure%20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F6C39-2AE8-487A-B6C7-7A4A59EA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Annexure B</Template>
  <TotalTime>0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DEPARTMENT OF AGRICULTURE</vt:lpstr>
    </vt:vector>
  </TitlesOfParts>
  <Company>dept landbou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DEPARTMENT OF AGRICULTURE</dc:title>
  <dc:subject/>
  <dc:creator>Mbongwa;Siphukwenama (GPDID)</dc:creator>
  <cp:keywords/>
  <cp:lastModifiedBy>Nomkhosi Msomi</cp:lastModifiedBy>
  <cp:revision>2</cp:revision>
  <cp:lastPrinted>2017-10-25T08:11:00Z</cp:lastPrinted>
  <dcterms:created xsi:type="dcterms:W3CDTF">2024-05-02T10:38:00Z</dcterms:created>
  <dcterms:modified xsi:type="dcterms:W3CDTF">2024-05-02T10:38:00Z</dcterms:modified>
</cp:coreProperties>
</file>